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1583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  <w:bookmarkStart w:id="0" w:name="_GoBack"/>
      <w:bookmarkEnd w:id="0"/>
    </w:p>
    <w:p w14:paraId="6EEAF29E" w14:textId="77777777" w:rsidR="00195649" w:rsidRDefault="00195649" w:rsidP="00195649">
      <w:pPr>
        <w:widowControl w:val="0"/>
        <w:autoSpaceDE w:val="0"/>
        <w:autoSpaceDN w:val="0"/>
        <w:adjustRightInd w:val="0"/>
        <w:ind w:right="60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  <w:r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  <w:t>HEAT ILLNESS PREVENTION PROGRAM</w:t>
      </w:r>
    </w:p>
    <w:p w14:paraId="466A81CC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</w:p>
    <w:p w14:paraId="7F02463F" w14:textId="77777777" w:rsidR="00195649" w:rsidRDefault="00195649" w:rsidP="00195649">
      <w:pPr>
        <w:widowControl w:val="0"/>
        <w:autoSpaceDE w:val="0"/>
        <w:autoSpaceDN w:val="0"/>
        <w:adjustRightInd w:val="0"/>
        <w:ind w:right="4035"/>
        <w:jc w:val="center"/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</w:pPr>
    </w:p>
    <w:p w14:paraId="154DE89C" w14:textId="77777777" w:rsidR="00195649" w:rsidRPr="0058004F" w:rsidRDefault="00195649" w:rsidP="00195649">
      <w:pPr>
        <w:widowControl w:val="0"/>
        <w:autoSpaceDE w:val="0"/>
        <w:autoSpaceDN w:val="0"/>
        <w:adjustRightInd w:val="0"/>
        <w:ind w:right="4035"/>
        <w:rPr>
          <w:rFonts w:ascii="Arial" w:eastAsiaTheme="minorEastAsia" w:hAnsi="Arial" w:cs="Arial"/>
          <w:color w:val="000000"/>
          <w:sz w:val="20"/>
          <w:szCs w:val="20"/>
          <w:u w:val="single"/>
        </w:rPr>
      </w:pPr>
      <w:r w:rsidRPr="0058004F"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/>
        </w:rPr>
        <w:t>Purpose</w:t>
      </w:r>
    </w:p>
    <w:p w14:paraId="68E156C0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2" w:line="220" w:lineRule="exact"/>
        <w:rPr>
          <w:rFonts w:ascii="Arial" w:eastAsiaTheme="minorEastAsia" w:hAnsi="Arial" w:cs="Arial"/>
          <w:color w:val="000000"/>
        </w:rPr>
      </w:pPr>
    </w:p>
    <w:p w14:paraId="27C9F8CA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6" w:lineRule="auto"/>
        <w:ind w:right="79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intention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0A0C13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0A0C13"/>
          <w:spacing w:val="3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North American Security And Investigations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have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written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Heat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Illness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Prevention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Program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("HIPP")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applicable</w:t>
      </w:r>
      <w:r w:rsidRPr="0058004F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58004F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work</w:t>
      </w:r>
      <w:r w:rsidRPr="0058004F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their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State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Californi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>a</w:t>
      </w:r>
      <w:r w:rsidRPr="0058004F">
        <w:rPr>
          <w:rFonts w:ascii="Arial" w:eastAsiaTheme="minorEastAsia" w:hAnsi="Arial" w:cs="Arial"/>
          <w:color w:val="48494F"/>
          <w:sz w:val="20"/>
          <w:szCs w:val="20"/>
        </w:rPr>
        <w:t>.</w:t>
      </w:r>
      <w:r w:rsidRPr="0058004F">
        <w:rPr>
          <w:rFonts w:ascii="Arial" w:eastAsiaTheme="minorEastAsia" w:hAnsi="Arial" w:cs="Arial"/>
          <w:color w:val="48494F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applies</w:t>
      </w:r>
      <w:r w:rsidRPr="0058004F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year-round,</w:t>
      </w:r>
      <w:r w:rsidRPr="0058004F">
        <w:rPr>
          <w:rFonts w:ascii="Arial" w:eastAsiaTheme="minorEastAsia" w:hAnsi="Arial" w:cs="Arial"/>
          <w:color w:val="1C1F28"/>
          <w:spacing w:val="3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outdoor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>temperature.</w:t>
      </w:r>
    </w:p>
    <w:p w14:paraId="0A5A2C96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eastAsiaTheme="minorEastAsia" w:hAnsi="Arial" w:cs="Arial"/>
          <w:color w:val="000000"/>
        </w:rPr>
      </w:pPr>
    </w:p>
    <w:p w14:paraId="406D29BE" w14:textId="77777777" w:rsidR="00195649" w:rsidRPr="0058004F" w:rsidRDefault="00195649" w:rsidP="00195649">
      <w:pPr>
        <w:widowControl w:val="0"/>
        <w:autoSpaceDE w:val="0"/>
        <w:autoSpaceDN w:val="0"/>
        <w:adjustRightInd w:val="0"/>
        <w:ind w:right="3719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b/>
          <w:bCs/>
          <w:color w:val="1C1F28"/>
          <w:sz w:val="20"/>
          <w:szCs w:val="20"/>
          <w:u w:val="single" w:color="000000"/>
        </w:rPr>
        <w:t>HIPP</w:t>
      </w:r>
      <w:r w:rsidRPr="0058004F">
        <w:rPr>
          <w:rFonts w:ascii="Arial" w:eastAsiaTheme="minorEastAsia" w:hAnsi="Arial" w:cs="Arial"/>
          <w:b/>
          <w:bCs/>
          <w:color w:val="1C1F28"/>
          <w:spacing w:val="11"/>
          <w:sz w:val="20"/>
          <w:szCs w:val="20"/>
          <w:u w:val="single" w:color="000000"/>
        </w:rPr>
        <w:t xml:space="preserve"> </w:t>
      </w:r>
      <w:r w:rsidRPr="0058004F">
        <w:rPr>
          <w:rFonts w:ascii="Arial" w:eastAsiaTheme="minorEastAsia" w:hAnsi="Arial" w:cs="Arial"/>
          <w:b/>
          <w:bCs/>
          <w:color w:val="1C1F28"/>
          <w:w w:val="101"/>
          <w:sz w:val="20"/>
          <w:szCs w:val="20"/>
          <w:u w:val="single" w:color="000000"/>
        </w:rPr>
        <w:t>Overview</w:t>
      </w:r>
    </w:p>
    <w:p w14:paraId="36E74128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eastAsiaTheme="minorEastAsia" w:hAnsi="Arial" w:cs="Arial"/>
          <w:color w:val="000000"/>
        </w:rPr>
      </w:pPr>
    </w:p>
    <w:p w14:paraId="60BB5AEB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82" w:hanging="45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pacing w:val="2"/>
          <w:sz w:val="20"/>
          <w:szCs w:val="20"/>
        </w:rPr>
        <w:t>1</w:t>
      </w:r>
      <w:r w:rsidRPr="0058004F">
        <w:rPr>
          <w:rFonts w:ascii="Arial" w:eastAsiaTheme="minorEastAsia" w:hAnsi="Arial" w:cs="Arial"/>
          <w:color w:val="48494F"/>
          <w:sz w:val="20"/>
          <w:szCs w:val="20"/>
        </w:rPr>
        <w:t xml:space="preserve">. </w:t>
      </w:r>
      <w:r w:rsidRPr="0058004F">
        <w:rPr>
          <w:rFonts w:ascii="Arial" w:eastAsiaTheme="minorEastAsia" w:hAnsi="Arial" w:cs="Arial"/>
          <w:color w:val="48494F"/>
          <w:spacing w:val="3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 employees and</w:t>
      </w:r>
      <w:r w:rsidRPr="0058004F">
        <w:rPr>
          <w:rFonts w:ascii="Arial" w:eastAsiaTheme="minorEastAsia" w:hAnsi="Arial" w:cs="Arial"/>
          <w:color w:val="1C1F28"/>
          <w:spacing w:val="4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supervisors 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>who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are</w:t>
      </w:r>
      <w:r w:rsidRPr="0058004F">
        <w:rPr>
          <w:rFonts w:ascii="Arial" w:eastAsiaTheme="minorEastAsia" w:hAnsi="Arial" w:cs="Arial"/>
          <w:color w:val="1C1F28"/>
          <w:spacing w:val="4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58004F">
        <w:rPr>
          <w:rFonts w:ascii="Arial" w:eastAsiaTheme="minorEastAsia" w:hAnsi="Arial" w:cs="Arial"/>
          <w:color w:val="1C1F28"/>
          <w:spacing w:val="5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5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58004F">
        <w:rPr>
          <w:rFonts w:ascii="Arial" w:eastAsiaTheme="minorEastAsia" w:hAnsi="Arial" w:cs="Arial"/>
          <w:color w:val="1C1F28"/>
          <w:spacing w:val="4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58004F">
        <w:rPr>
          <w:rFonts w:ascii="Arial" w:eastAsiaTheme="minorEastAsia" w:hAnsi="Arial" w:cs="Arial"/>
          <w:color w:val="1C1F28"/>
          <w:spacing w:val="4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58004F">
        <w:rPr>
          <w:rFonts w:ascii="Arial" w:eastAsiaTheme="minorEastAsia" w:hAnsi="Arial" w:cs="Arial"/>
          <w:color w:val="1C1F28"/>
          <w:spacing w:val="4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58004F">
        <w:rPr>
          <w:rFonts w:ascii="Arial" w:eastAsiaTheme="minorEastAsia" w:hAnsi="Arial" w:cs="Arial"/>
          <w:color w:val="1C1F28"/>
          <w:spacing w:val="4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4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State</w:t>
      </w:r>
      <w:r w:rsidRPr="0058004F">
        <w:rPr>
          <w:rFonts w:ascii="Arial" w:eastAsiaTheme="minorEastAsia" w:hAnsi="Arial" w:cs="Arial"/>
          <w:color w:val="1C1F28"/>
          <w:spacing w:val="4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 California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58004F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trained</w:t>
      </w:r>
      <w:r w:rsidRPr="0058004F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contents</w:t>
      </w:r>
      <w:r w:rsidRPr="0058004F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58004F">
        <w:rPr>
          <w:rFonts w:ascii="Arial" w:eastAsiaTheme="minorEastAsia" w:hAnsi="Arial" w:cs="Arial"/>
          <w:color w:val="1C1F28"/>
          <w:spacing w:val="-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HIPP.</w:t>
      </w:r>
      <w:r w:rsidRPr="0058004F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58004F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HIPP will</w:t>
      </w:r>
      <w:r w:rsidRPr="0058004F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by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the 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Responsible </w:t>
      </w:r>
      <w:r w:rsidRPr="0058004F">
        <w:rPr>
          <w:rFonts w:ascii="Arial" w:eastAsiaTheme="minorEastAsia" w:hAnsi="Arial" w:cs="Arial"/>
          <w:color w:val="1C1F28"/>
          <w:spacing w:val="3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Safety </w:t>
      </w:r>
      <w:r w:rsidRPr="0058004F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Officer 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outlined 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in </w:t>
      </w:r>
      <w:r w:rsidRPr="0058004F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Injury </w:t>
      </w:r>
      <w:r w:rsidRPr="0058004F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and 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Illness </w:t>
      </w:r>
      <w:r w:rsidRPr="0058004F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Prevention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Program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(the</w:t>
      </w:r>
      <w:r w:rsidRPr="0058004F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34363D"/>
          <w:w w:val="101"/>
          <w:sz w:val="20"/>
          <w:szCs w:val="20"/>
        </w:rPr>
        <w:t>"RSO"</w:t>
      </w:r>
      <w:r w:rsidRPr="0058004F">
        <w:rPr>
          <w:rFonts w:ascii="Arial" w:eastAsiaTheme="minorEastAsia" w:hAnsi="Arial" w:cs="Arial"/>
          <w:color w:val="34363D"/>
          <w:w w:val="102"/>
          <w:sz w:val="20"/>
          <w:szCs w:val="20"/>
        </w:rPr>
        <w:t>)</w:t>
      </w:r>
      <w:r w:rsidRPr="0058004F">
        <w:rPr>
          <w:rFonts w:ascii="Arial" w:eastAsiaTheme="minorEastAsia" w:hAnsi="Arial" w:cs="Arial"/>
          <w:color w:val="34363D"/>
          <w:w w:val="101"/>
          <w:sz w:val="20"/>
          <w:szCs w:val="20"/>
        </w:rPr>
        <w:t>.</w:t>
      </w:r>
    </w:p>
    <w:p w14:paraId="0E9BDCD7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C73D410" w14:textId="77777777" w:rsidR="00195649" w:rsidRPr="0058004F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97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58004F">
        <w:rPr>
          <w:rFonts w:ascii="Arial" w:eastAsiaTheme="minorEastAsia" w:hAnsi="Arial" w:cs="Arial"/>
          <w:color w:val="1C1F28"/>
          <w:sz w:val="20"/>
          <w:szCs w:val="20"/>
        </w:rPr>
        <w:t>All employees and supervisors</w:t>
      </w:r>
      <w:r w:rsidRPr="0058004F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 to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a specific outdoor post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will receive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58004F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58004F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58004F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58004F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58004F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58004F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either</w:t>
      </w:r>
      <w:r w:rsidRPr="0058004F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58004F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58004F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58004F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58004F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58004F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58004F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58004F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58004F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58004F">
        <w:rPr>
          <w:rFonts w:ascii="Arial" w:eastAsiaTheme="minorEastAsia" w:hAnsi="Arial" w:cs="Arial"/>
          <w:color w:val="1C1F28"/>
          <w:w w:val="101"/>
          <w:sz w:val="20"/>
          <w:szCs w:val="20"/>
        </w:rPr>
        <w:t>post.</w:t>
      </w:r>
    </w:p>
    <w:p w14:paraId="529B26E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252F610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450" w:right="10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responsibilities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under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new employees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training.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4363D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>.</w:t>
      </w:r>
    </w:p>
    <w:p w14:paraId="25A91FF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643CB7F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450" w:right="155" w:hanging="45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626262"/>
          <w:sz w:val="20"/>
          <w:szCs w:val="20"/>
        </w:rPr>
        <w:t>.</w:t>
      </w:r>
      <w:r>
        <w:rPr>
          <w:rFonts w:ascii="Arial" w:eastAsiaTheme="minorEastAsia" w:hAnsi="Arial" w:cs="Arial"/>
          <w:color w:val="626262"/>
          <w:sz w:val="20"/>
          <w:szCs w:val="20"/>
        </w:rPr>
        <w:t xml:space="preserve">    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fresh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1 quart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hou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</w:t>
      </w:r>
    </w:p>
    <w:p w14:paraId="086BAD5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25E5DE8A" w14:textId="77777777" w:rsidR="0019564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34363D"/>
          <w:sz w:val="20"/>
          <w:szCs w:val="20"/>
        </w:rPr>
      </w:pPr>
      <w:r w:rsidRPr="00CB7779">
        <w:rPr>
          <w:rFonts w:ascii="Arial" w:eastAsiaTheme="minorEastAsia" w:hAnsi="Arial" w:cs="Arial"/>
          <w:color w:val="34363D"/>
          <w:sz w:val="20"/>
          <w:szCs w:val="20"/>
        </w:rPr>
        <w:t>3.</w:t>
      </w:r>
      <w:r w:rsidRPr="00B4366A">
        <w:rPr>
          <w:rFonts w:ascii="Arial" w:eastAsiaTheme="minorEastAsia" w:hAnsi="Arial" w:cs="Arial"/>
          <w:color w:val="34363D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34363D"/>
          <w:sz w:val="6"/>
          <w:szCs w:val="6"/>
        </w:rPr>
        <w:t xml:space="preserve">      </w:t>
      </w:r>
      <w:r w:rsidRPr="00B4366A">
        <w:rPr>
          <w:rFonts w:ascii="Arial" w:eastAsiaTheme="minorEastAsia" w:hAnsi="Arial" w:cs="Arial"/>
          <w:color w:val="34363D"/>
          <w:spacing w:val="4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34363D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shade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for</w:t>
      </w:r>
    </w:p>
    <w:p w14:paraId="7E97183D" w14:textId="77777777" w:rsidR="0019564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1C1F28"/>
          <w:spacing w:val="22"/>
          <w:sz w:val="20"/>
          <w:szCs w:val="20"/>
        </w:rPr>
      </w:pPr>
      <w:r>
        <w:rPr>
          <w:rFonts w:ascii="Arial" w:eastAsiaTheme="minorEastAsia" w:hAnsi="Arial" w:cs="Arial"/>
          <w:color w:val="34363D"/>
          <w:sz w:val="20"/>
          <w:szCs w:val="20"/>
        </w:rPr>
        <w:t xml:space="preserve">      </w:t>
      </w:r>
      <w:r w:rsidRPr="00CB7779">
        <w:rPr>
          <w:rFonts w:ascii="Arial" w:eastAsiaTheme="minorEastAsia" w:hAnsi="Arial" w:cs="Arial"/>
          <w:color w:val="34363D"/>
          <w:spacing w:val="6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34363D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8494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minutes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rest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believes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 preventative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</w:p>
    <w:p w14:paraId="0589E0A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left="360" w:right="93" w:hanging="36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8"/>
          <w:spacing w:val="22"/>
          <w:sz w:val="20"/>
          <w:szCs w:val="20"/>
        </w:rPr>
        <w:tab/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recovery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</w:t>
      </w:r>
    </w:p>
    <w:p w14:paraId="157B861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3ED3CEA9" w14:textId="77777777" w:rsidR="00195649" w:rsidRDefault="00195649" w:rsidP="00195649">
      <w:pPr>
        <w:widowControl w:val="0"/>
        <w:autoSpaceDE w:val="0"/>
        <w:autoSpaceDN w:val="0"/>
        <w:adjustRightInd w:val="0"/>
        <w:spacing w:line="253" w:lineRule="auto"/>
        <w:ind w:left="360" w:right="487" w:hanging="360"/>
        <w:rPr>
          <w:rFonts w:ascii="Arial" w:eastAsiaTheme="minorEastAsia" w:hAnsi="Arial" w:cs="Arial"/>
          <w:color w:val="1C1F28"/>
          <w:w w:val="102"/>
          <w:sz w:val="20"/>
          <w:szCs w:val="20"/>
        </w:rPr>
      </w:pPr>
      <w:r w:rsidRPr="00CB7779">
        <w:rPr>
          <w:rFonts w:ascii="Arial" w:eastAsiaTheme="minorEastAsia" w:hAnsi="Arial" w:cs="Arial"/>
          <w:color w:val="34363D"/>
          <w:sz w:val="20"/>
          <w:szCs w:val="20"/>
        </w:rPr>
        <w:t xml:space="preserve">4.  </w:t>
      </w:r>
      <w:r>
        <w:rPr>
          <w:rFonts w:ascii="Arial" w:eastAsiaTheme="minorEastAsia" w:hAnsi="Arial" w:cs="Arial"/>
          <w:color w:val="34363D"/>
          <w:sz w:val="20"/>
          <w:szCs w:val="20"/>
        </w:rPr>
        <w:t xml:space="preserve">  </w:t>
      </w:r>
      <w:r w:rsidRPr="00CB7779">
        <w:rPr>
          <w:rFonts w:ascii="Arial" w:eastAsiaTheme="minorEastAsia" w:hAnsi="Arial" w:cs="Arial"/>
          <w:color w:val="34363D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opportunity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their 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</w:p>
    <w:p w14:paraId="5EAC0CF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3" w:lineRule="auto"/>
        <w:ind w:left="360" w:right="487" w:hanging="36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34363D"/>
          <w:sz w:val="20"/>
          <w:szCs w:val="20"/>
        </w:rPr>
        <w:t xml:space="preserve">       </w:t>
      </w:r>
      <w:r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</w:p>
    <w:p w14:paraId="097A95A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t xml:space="preserve"> </w:t>
      </w:r>
    </w:p>
    <w:p w14:paraId="3ECC28C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360" w:right="275" w:hanging="3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. 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identify</w:t>
      </w:r>
      <w:r w:rsidRPr="00CB7779">
        <w:rPr>
          <w:rFonts w:ascii="Arial" w:eastAsiaTheme="minorEastAsia" w:hAnsi="Arial" w:cs="Arial"/>
          <w:color w:val="34363D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contact</w:t>
      </w:r>
      <w:r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</w:t>
      </w:r>
      <w:r w:rsidR="00CB7E2C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           </w:t>
      </w:r>
      <w:r w:rsidR="004C6146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                              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information,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directions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34363D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34363D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nearby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facilities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post.</w:t>
      </w:r>
    </w:p>
    <w:p w14:paraId="3944E62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4" w:line="220" w:lineRule="exact"/>
        <w:rPr>
          <w:rFonts w:ascii="Arial" w:eastAsiaTheme="minorEastAsia" w:hAnsi="Arial" w:cs="Arial"/>
          <w:color w:val="000000"/>
        </w:rPr>
      </w:pPr>
    </w:p>
    <w:p w14:paraId="233D74A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6. </w:t>
      </w:r>
      <w:r w:rsidRPr="004F5296">
        <w:rPr>
          <w:rFonts w:ascii="Arial" w:eastAsiaTheme="minorEastAsia" w:hAnsi="Arial" w:cs="Arial"/>
          <w:color w:val="1C1F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C1F28"/>
          <w:sz w:val="6"/>
          <w:szCs w:val="6"/>
        </w:rPr>
        <w:t xml:space="preserve">    </w:t>
      </w:r>
      <w:r w:rsidRPr="004F5296">
        <w:rPr>
          <w:rFonts w:ascii="Arial" w:eastAsiaTheme="minorEastAsia" w:hAnsi="Arial" w:cs="Arial"/>
          <w:color w:val="1C1F28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1C1F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prepare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which</w:t>
      </w:r>
    </w:p>
    <w:p w14:paraId="07B0FD64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8" w:lineRule="auto"/>
        <w:ind w:left="360" w:right="248"/>
        <w:rPr>
          <w:rFonts w:ascii="Arial" w:eastAsiaTheme="minorEastAsia" w:hAnsi="Arial" w:cs="Arial"/>
          <w:color w:val="48494F"/>
          <w:w w:val="94"/>
          <w:sz w:val="20"/>
          <w:szCs w:val="20"/>
        </w:rPr>
      </w:pPr>
      <w:r>
        <w:rPr>
          <w:rFonts w:ascii="Arial" w:eastAsiaTheme="minorEastAsia" w:hAnsi="Arial" w:cs="Arial"/>
          <w:color w:val="1C1F28"/>
          <w:sz w:val="20"/>
          <w:szCs w:val="20"/>
        </w:rPr>
        <w:t xml:space="preserve">  North American Security And Investigations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updated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if </w:t>
      </w:r>
      <w:r w:rsidR="004C6146"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="004C6146">
        <w:rPr>
          <w:rFonts w:ascii="Arial" w:eastAsiaTheme="minorEastAsia" w:hAnsi="Arial" w:cs="Arial"/>
          <w:color w:val="1C1F28"/>
          <w:sz w:val="20"/>
          <w:szCs w:val="20"/>
        </w:rPr>
        <w:t xml:space="preserve"> circumstances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of that outdoor post change</w:t>
      </w:r>
      <w:r w:rsidR="004C6146">
        <w:rPr>
          <w:rFonts w:ascii="Arial" w:eastAsiaTheme="minorEastAsia" w:hAnsi="Arial" w:cs="Arial"/>
          <w:color w:val="1C1F28"/>
          <w:sz w:val="20"/>
          <w:szCs w:val="20"/>
        </w:rPr>
        <w:t>.</w:t>
      </w:r>
      <w:r w:rsidR="004C6146" w:rsidRPr="00CB7779">
        <w:rPr>
          <w:rFonts w:ascii="Arial" w:eastAsiaTheme="minorEastAsia" w:hAnsi="Arial" w:cs="Arial"/>
          <w:color w:val="48494F"/>
          <w:w w:val="94"/>
          <w:sz w:val="20"/>
          <w:szCs w:val="20"/>
        </w:rPr>
        <w:t>..</w:t>
      </w:r>
    </w:p>
    <w:p w14:paraId="2BF5AD30" w14:textId="77777777" w:rsidR="00195649" w:rsidRPr="004336B7" w:rsidRDefault="00195649" w:rsidP="00195649">
      <w:pPr>
        <w:widowControl w:val="0"/>
        <w:autoSpaceDE w:val="0"/>
        <w:autoSpaceDN w:val="0"/>
        <w:adjustRightInd w:val="0"/>
        <w:spacing w:before="8" w:line="248" w:lineRule="auto"/>
        <w:ind w:left="360" w:right="248"/>
        <w:rPr>
          <w:rFonts w:ascii="Arial" w:eastAsiaTheme="minorEastAsia" w:hAnsi="Arial" w:cs="Arial"/>
          <w:color w:val="000000"/>
        </w:rPr>
      </w:pPr>
    </w:p>
    <w:p w14:paraId="0B01C556" w14:textId="77777777" w:rsidR="00195649" w:rsidRDefault="00195649" w:rsidP="00195649">
      <w:pPr>
        <w:ind w:left="440" w:hanging="440"/>
      </w:pPr>
      <w:r w:rsidRPr="00CB7779">
        <w:rPr>
          <w:rFonts w:ascii="Arial" w:eastAsiaTheme="minorEastAsia" w:hAnsi="Arial" w:cs="Arial"/>
          <w:color w:val="1C1F28"/>
          <w:spacing w:val="-1"/>
          <w:w w:val="108"/>
          <w:sz w:val="20"/>
          <w:szCs w:val="20"/>
        </w:rPr>
        <w:t>7</w:t>
      </w:r>
      <w:r w:rsidRPr="00CB7779">
        <w:rPr>
          <w:rFonts w:ascii="Arial" w:eastAsiaTheme="minorEastAsia" w:hAnsi="Arial" w:cs="Arial"/>
          <w:color w:val="48494F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8494F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8494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="004C6146" w:rsidRPr="00CB7779">
        <w:rPr>
          <w:rFonts w:ascii="Arial" w:eastAsiaTheme="minorEastAsia" w:hAnsi="Arial" w:cs="Arial"/>
          <w:color w:val="1C1F28"/>
          <w:sz w:val="20"/>
          <w:szCs w:val="20"/>
        </w:rPr>
        <w:t>adequate</w:t>
      </w:r>
      <w:r w:rsidR="004C6146"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="004C6146">
        <w:rPr>
          <w:rFonts w:ascii="Arial" w:eastAsiaTheme="minorEastAsia" w:hAnsi="Arial" w:cs="Arial"/>
          <w:color w:val="1C1F28"/>
          <w:spacing w:val="9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based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upon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in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temperature.</w:t>
      </w:r>
    </w:p>
    <w:p w14:paraId="5DFC1EE0" w14:textId="77777777" w:rsidR="00195649" w:rsidRDefault="00195649" w:rsidP="00195649"/>
    <w:p w14:paraId="2C395EC7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2FF5C53F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029CCA46" w14:textId="77777777" w:rsidR="0019564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b/>
          <w:bCs/>
          <w:color w:val="1D2128"/>
          <w:sz w:val="20"/>
          <w:szCs w:val="20"/>
        </w:rPr>
      </w:pPr>
    </w:p>
    <w:p w14:paraId="54087E6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7637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 xml:space="preserve">I.  </w:t>
      </w:r>
      <w:r w:rsidRPr="00CB7779">
        <w:rPr>
          <w:rFonts w:ascii="Arial" w:eastAsiaTheme="minorEastAsia" w:hAnsi="Arial" w:cs="Arial"/>
          <w:b/>
          <w:bCs/>
          <w:color w:val="1D2128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w w:val="102"/>
          <w:sz w:val="20"/>
          <w:szCs w:val="20"/>
        </w:rPr>
        <w:t>Training</w:t>
      </w:r>
    </w:p>
    <w:p w14:paraId="64E5036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0BFEDF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9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copy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initiation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 employment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after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revisions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made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the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HIP</w:t>
      </w:r>
      <w:r w:rsidRPr="00CB7779">
        <w:rPr>
          <w:rFonts w:ascii="Arial" w:eastAsiaTheme="minorEastAsia" w:hAnsi="Arial" w:cs="Arial"/>
          <w:color w:val="1D2128"/>
          <w:spacing w:val="-4"/>
          <w:w w:val="102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.</w:t>
      </w:r>
    </w:p>
    <w:p w14:paraId="1E19FAD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65BA0F6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7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9959B7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training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contents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first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an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D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receive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assigne</w:t>
      </w:r>
      <w:r w:rsidRPr="00CB7779">
        <w:rPr>
          <w:rFonts w:ascii="Arial" w:eastAsiaTheme="minorEastAsia" w:hAnsi="Arial" w:cs="Arial"/>
          <w:color w:val="1D2128"/>
          <w:spacing w:val="-5"/>
          <w:w w:val="10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383A3F"/>
          <w:w w:val="94"/>
          <w:sz w:val="20"/>
          <w:szCs w:val="20"/>
        </w:rPr>
        <w:t>.</w:t>
      </w:r>
    </w:p>
    <w:p w14:paraId="2DEEE7A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13A7CDD" w14:textId="77777777" w:rsidR="00195649" w:rsidRDefault="00195649" w:rsidP="00195649">
      <w:pPr>
        <w:widowControl w:val="0"/>
        <w:autoSpaceDE w:val="0"/>
        <w:autoSpaceDN w:val="0"/>
        <w:adjustRightInd w:val="0"/>
        <w:ind w:right="53"/>
        <w:jc w:val="both"/>
        <w:rPr>
          <w:rFonts w:ascii="Arial" w:eastAsiaTheme="minorEastAsia" w:hAnsi="Arial" w:cs="Arial"/>
          <w:color w:val="1D2128"/>
          <w:w w:val="102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additio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North American Security And Investigations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receive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copy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Cal-OSHA's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pocket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pamphlet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w w:val="102"/>
          <w:sz w:val="20"/>
          <w:szCs w:val="20"/>
        </w:rPr>
        <w:t>entitled “Protect Yourself from Heat Illness” which to attached to HIPP as exhibit “A”</w:t>
      </w:r>
    </w:p>
    <w:p w14:paraId="7BD4F9C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3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347F632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5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wave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days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exceeds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90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degree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add</w:t>
      </w:r>
      <w:r w:rsidRPr="00CB7779">
        <w:rPr>
          <w:rFonts w:ascii="Arial" w:eastAsiaTheme="minorEastAsia" w:hAnsi="Arial" w:cs="Arial"/>
          <w:color w:val="383A3F"/>
          <w:spacing w:val="-10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tional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review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information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 illness,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including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prevent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how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recognize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how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respond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suffers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om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3"/>
          <w:w w:val="10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w w:val="70"/>
          <w:sz w:val="20"/>
          <w:szCs w:val="20"/>
        </w:rPr>
        <w:t>.</w:t>
      </w:r>
    </w:p>
    <w:p w14:paraId="160B551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20" w:lineRule="exact"/>
        <w:rPr>
          <w:rFonts w:ascii="Arial" w:eastAsiaTheme="minorEastAsia" w:hAnsi="Arial" w:cs="Arial"/>
          <w:color w:val="000000"/>
        </w:rPr>
      </w:pPr>
    </w:p>
    <w:p w14:paraId="4BCC143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41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training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followin</w:t>
      </w:r>
      <w:r w:rsidRPr="00CB7779">
        <w:rPr>
          <w:rFonts w:ascii="Arial" w:eastAsiaTheme="minorEastAsia" w:hAnsi="Arial" w:cs="Arial"/>
          <w:color w:val="1D2128"/>
          <w:spacing w:val="2"/>
          <w:w w:val="102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:</w:t>
      </w:r>
    </w:p>
    <w:p w14:paraId="6F3173E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738358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4367" w:firstLine="7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A. 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Importance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2"/>
          <w:w w:val="99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w w:val="92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evention</w:t>
      </w:r>
    </w:p>
    <w:p w14:paraId="226ADA0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783C2CA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1080" w:right="7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Heat-induced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occupational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illnesse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injuries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 reduced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productivity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 excessive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environment.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Heat-induced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disorders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transient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fatigu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94B50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ras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faintin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amps,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exhaustio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83A3F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stroke.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Aside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dis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pacing w:val="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der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94B50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poses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383A3F"/>
          <w:spacing w:val="7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eat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injuries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because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accidents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caused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by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slippery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palms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result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dizzines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Severe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burns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direct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result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accidental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surfaces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stea</w:t>
      </w:r>
      <w:r w:rsidRPr="00CB7779">
        <w:rPr>
          <w:rFonts w:ascii="Arial" w:eastAsiaTheme="minorEastAsia" w:hAnsi="Arial" w:cs="Arial"/>
          <w:color w:val="1D2128"/>
          <w:spacing w:val="2"/>
          <w:w w:val="102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383A3F"/>
          <w:w w:val="94"/>
          <w:sz w:val="20"/>
          <w:szCs w:val="20"/>
        </w:rPr>
        <w:t>.</w:t>
      </w:r>
    </w:p>
    <w:p w14:paraId="37897C7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0781EC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1080" w:right="5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383A3F"/>
          <w:spacing w:val="1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izes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isks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consequences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 excessive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temperatures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desires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its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in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ortance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preve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ing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-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related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010301"/>
          <w:w w:val="70"/>
          <w:sz w:val="20"/>
          <w:szCs w:val="20"/>
        </w:rPr>
        <w:t>.</w:t>
      </w:r>
    </w:p>
    <w:p w14:paraId="0B4140F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6166E01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4543" w:firstLine="7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B. 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Elements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2"/>
          <w:w w:val="99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w w:val="92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eventi</w:t>
      </w:r>
      <w:r w:rsidRPr="00CB7779">
        <w:rPr>
          <w:rFonts w:ascii="Arial" w:eastAsiaTheme="minorEastAsia" w:hAnsi="Arial" w:cs="Arial"/>
          <w:color w:val="1D2128"/>
          <w:spacing w:val="3"/>
          <w:w w:val="102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w w:val="101"/>
          <w:sz w:val="20"/>
          <w:szCs w:val="20"/>
        </w:rPr>
        <w:t>n</w:t>
      </w:r>
    </w:p>
    <w:p w14:paraId="42AF6BF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ECE5AA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1080"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383A3F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pacing w:val="3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11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6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)</w:t>
      </w:r>
    </w:p>
    <w:p w14:paraId="2D792DD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494B50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83A3F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1D2128"/>
          <w:spacing w:val="-11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83A3F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1CE02AC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3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494B50"/>
          <w:spacing w:val="4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Acclimatiz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ion.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IV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below.)</w:t>
      </w:r>
    </w:p>
    <w:p w14:paraId="5ED7064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/>
        <w:ind w:right="-20" w:firstLine="108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4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383A3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83A3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ion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7A191C7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491" w:lineRule="auto"/>
        <w:ind w:left="720" w:right="3042" w:firstLine="3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5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494B50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VI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belo</w:t>
      </w:r>
      <w:r w:rsidRPr="00CB7779">
        <w:rPr>
          <w:rFonts w:ascii="Arial" w:eastAsiaTheme="minorEastAsia" w:hAnsi="Arial" w:cs="Arial"/>
          <w:color w:val="1D2128"/>
          <w:spacing w:val="-5"/>
          <w:w w:val="103"/>
          <w:sz w:val="20"/>
          <w:szCs w:val="20"/>
        </w:rPr>
        <w:t>w</w:t>
      </w:r>
      <w:r w:rsidRPr="00CB7779">
        <w:rPr>
          <w:rFonts w:ascii="Arial" w:eastAsiaTheme="minorEastAsia" w:hAnsi="Arial" w:cs="Arial"/>
          <w:color w:val="383A3F"/>
          <w:spacing w:val="1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) C. </w:t>
      </w:r>
      <w:r w:rsidRPr="004D4D29">
        <w:rPr>
          <w:rFonts w:ascii="Arial" w:eastAsiaTheme="minorEastAsia" w:hAnsi="Arial" w:cs="Arial"/>
          <w:color w:val="1D21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D2128"/>
          <w:sz w:val="6"/>
          <w:szCs w:val="6"/>
        </w:rPr>
        <w:t xml:space="preserve">  </w:t>
      </w:r>
      <w:r w:rsidRPr="004D4D29">
        <w:rPr>
          <w:rFonts w:ascii="Arial" w:eastAsiaTheme="minorEastAsia" w:hAnsi="Arial" w:cs="Arial"/>
          <w:color w:val="1D2128"/>
          <w:spacing w:val="24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Sym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p</w:t>
      </w:r>
      <w:r w:rsidRPr="00CB7779">
        <w:rPr>
          <w:rFonts w:ascii="Arial" w:eastAsiaTheme="minorEastAsia" w:hAnsi="Arial" w:cs="Arial"/>
          <w:color w:val="383A3F"/>
          <w:spacing w:val="6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oms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83A3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Illness</w:t>
      </w:r>
    </w:p>
    <w:p w14:paraId="306634C3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494B50"/>
          <w:w w:val="94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categories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383A3F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646466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646466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83A3F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rok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83A3F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383A3F"/>
          <w:spacing w:val="5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exhaustion,</w:t>
      </w:r>
      <w:r w:rsidRPr="00CB7779">
        <w:rPr>
          <w:rFonts w:ascii="Arial" w:eastAsiaTheme="minorEastAsia" w:hAnsi="Arial" w:cs="Arial"/>
          <w:color w:val="1D2128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heat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cramps</w:t>
      </w:r>
      <w:r w:rsidRPr="00CB7779">
        <w:rPr>
          <w:rFonts w:ascii="Arial" w:eastAsiaTheme="minorEastAsia" w:hAnsi="Arial" w:cs="Arial"/>
          <w:color w:val="383A3F"/>
          <w:w w:val="88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ras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494B5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4B50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="004C6146" w:rsidRPr="00CB7779">
        <w:rPr>
          <w:rFonts w:ascii="Arial" w:eastAsiaTheme="minorEastAsia" w:hAnsi="Arial" w:cs="Arial"/>
          <w:color w:val="1D2128"/>
          <w:sz w:val="20"/>
          <w:szCs w:val="20"/>
        </w:rPr>
        <w:t>categories</w:t>
      </w:r>
      <w:r w:rsidR="004C6146"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="00737FC5">
        <w:rPr>
          <w:rFonts w:ascii="Arial" w:eastAsiaTheme="minorEastAsia" w:hAnsi="Arial" w:cs="Arial"/>
          <w:color w:val="1D2128"/>
          <w:spacing w:val="5"/>
          <w:sz w:val="20"/>
          <w:szCs w:val="20"/>
        </w:rPr>
        <w:t>indicate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responding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properly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to </w:t>
      </w:r>
      <w:r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and 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an immediate and appropriate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response 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should take </w:t>
      </w:r>
      <w:r w:rsidRPr="00CB7779">
        <w:rPr>
          <w:rFonts w:ascii="Arial" w:eastAsiaTheme="minorEastAsia" w:hAnsi="Arial" w:cs="Arial"/>
          <w:color w:val="1D2128"/>
          <w:w w:val="104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implemente</w:t>
      </w:r>
      <w:r w:rsidRPr="00CB7779">
        <w:rPr>
          <w:rFonts w:ascii="Arial" w:eastAsiaTheme="minorEastAsia" w:hAnsi="Arial" w:cs="Arial"/>
          <w:color w:val="1D2128"/>
          <w:spacing w:val="-10"/>
          <w:w w:val="103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94B50"/>
          <w:w w:val="94"/>
          <w:sz w:val="20"/>
          <w:szCs w:val="20"/>
        </w:rPr>
        <w:t>.</w:t>
      </w:r>
    </w:p>
    <w:p w14:paraId="5C02D868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7434F721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2EF995AA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37EF6B28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76EEB38C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3E6AEFC8" w14:textId="77777777" w:rsidR="0019564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277D911E" w14:textId="77777777" w:rsidR="00195649" w:rsidRDefault="004C6146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000000"/>
          <w:sz w:val="20"/>
          <w:szCs w:val="20"/>
        </w:rPr>
        <w:lastRenderedPageBreak/>
        <w:t>I</w:t>
      </w:r>
      <w:r w:rsidR="00195649">
        <w:rPr>
          <w:rFonts w:ascii="Arial" w:eastAsiaTheme="minorEastAsia" w:hAnsi="Arial" w:cs="Arial"/>
          <w:color w:val="000000"/>
          <w:sz w:val="20"/>
          <w:szCs w:val="20"/>
        </w:rPr>
        <w:t xml:space="preserve">.    </w:t>
      </w:r>
      <w:r w:rsidR="00195649" w:rsidRPr="004C3F0D">
        <w:rPr>
          <w:rFonts w:ascii="Arial" w:eastAsiaTheme="minorEastAsia" w:hAnsi="Arial" w:cs="Arial"/>
          <w:color w:val="000000"/>
          <w:sz w:val="6"/>
          <w:szCs w:val="6"/>
        </w:rPr>
        <w:t xml:space="preserve">  </w:t>
      </w:r>
      <w:r w:rsidR="00195649">
        <w:rPr>
          <w:rFonts w:ascii="Arial" w:eastAsiaTheme="minorEastAsia" w:hAnsi="Arial" w:cs="Arial"/>
          <w:color w:val="000000"/>
          <w:sz w:val="6"/>
          <w:szCs w:val="6"/>
        </w:rPr>
        <w:t xml:space="preserve"> </w:t>
      </w:r>
      <w:r w:rsidR="00195649">
        <w:rPr>
          <w:rFonts w:ascii="Arial" w:eastAsiaTheme="minorEastAsia" w:hAnsi="Arial" w:cs="Arial"/>
          <w:color w:val="000000"/>
          <w:sz w:val="20"/>
          <w:szCs w:val="20"/>
        </w:rPr>
        <w:t>Heat Stroke</w:t>
      </w:r>
    </w:p>
    <w:p w14:paraId="1734EDF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46" w:lineRule="auto"/>
        <w:ind w:left="720" w:right="5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</w:p>
    <w:p w14:paraId="649ABE5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720" w:right="73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stroke,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most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serious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problem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workers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environments,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4"/>
          <w:sz w:val="20"/>
          <w:szCs w:val="20"/>
        </w:rPr>
        <w:t xml:space="preserve">is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caused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by the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failure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body's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internal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mechanism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regulate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its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core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temperature.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stops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C1F26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longer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rid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itself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excess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heat.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person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suffering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immediate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C1F26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attentio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B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Victims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 heat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die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unless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treated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promptly.</w:t>
      </w:r>
    </w:p>
    <w:p w14:paraId="1F8477E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left="720" w:right="488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stroke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include:</w:t>
      </w:r>
    </w:p>
    <w:p w14:paraId="37F9B004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right="583" w:firstLine="720"/>
        <w:rPr>
          <w:rFonts w:ascii="Arial" w:eastAsiaTheme="minorEastAsia" w:hAnsi="Arial" w:cs="Arial"/>
          <w:color w:val="1C1F26"/>
          <w:w w:val="101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Mental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confusion,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deliriu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loss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consciousness,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convulsions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coma; </w:t>
      </w:r>
    </w:p>
    <w:p w14:paraId="00E2590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right="583" w:firstLine="720"/>
        <w:rPr>
          <w:rFonts w:ascii="Arial" w:eastAsiaTheme="minorEastAsia" w:hAnsi="Arial" w:cs="Arial"/>
          <w:color w:val="000000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body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106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;</w:t>
      </w:r>
      <w:r w:rsidRPr="00CB7779">
        <w:rPr>
          <w:rFonts w:ascii="Arial" w:eastAsiaTheme="minorEastAsia" w:hAnsi="Arial" w:cs="Arial"/>
          <w:color w:val="46464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and</w:t>
      </w:r>
    </w:p>
    <w:p w14:paraId="067E37A4" w14:textId="77777777" w:rsidR="0019564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spacing w:line="491" w:lineRule="auto"/>
        <w:ind w:left="720" w:right="2513"/>
        <w:rPr>
          <w:rFonts w:ascii="Arial" w:eastAsiaTheme="minorEastAsia" w:hAnsi="Arial" w:cs="Arial"/>
          <w:color w:val="1C1F26"/>
          <w:w w:val="101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Hot,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dry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red,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mottled,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bluish. </w:t>
      </w:r>
    </w:p>
    <w:p w14:paraId="332936BE" w14:textId="77777777" w:rsidR="00195649" w:rsidRPr="00CB777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spacing w:line="491" w:lineRule="auto"/>
        <w:ind w:left="990" w:right="2513" w:hanging="2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ii.</w:t>
      </w:r>
      <w:r>
        <w:rPr>
          <w:rFonts w:ascii="Arial" w:eastAsiaTheme="minorEastAsia" w:hAnsi="Arial" w:cs="Arial"/>
          <w:color w:val="1C1F26"/>
          <w:sz w:val="20"/>
          <w:szCs w:val="20"/>
        </w:rPr>
        <w:t xml:space="preserve">   </w:t>
      </w:r>
      <w:r w:rsidRPr="004E657A">
        <w:rPr>
          <w:rFonts w:ascii="Arial" w:eastAsiaTheme="minorEastAsia" w:hAnsi="Arial" w:cs="Arial"/>
          <w:color w:val="1C1F26"/>
          <w:sz w:val="2"/>
          <w:szCs w:val="2"/>
        </w:rPr>
        <w:t xml:space="preserve">  </w:t>
      </w:r>
      <w:r>
        <w:rPr>
          <w:rFonts w:ascii="Arial" w:eastAsiaTheme="minorEastAsia" w:hAnsi="Arial" w:cs="Arial"/>
          <w:color w:val="1C1F26"/>
          <w:spacing w:val="14"/>
          <w:sz w:val="20"/>
          <w:szCs w:val="20"/>
        </w:rPr>
        <w:t>Heat E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xhaustion.</w:t>
      </w:r>
    </w:p>
    <w:p w14:paraId="4F25E3C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45" w:lineRule="auto"/>
        <w:ind w:left="720" w:right="8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results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loss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fluid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through</w:t>
      </w:r>
      <w:r w:rsidRPr="00CB7779">
        <w:rPr>
          <w:rFonts w:ascii="Arial" w:eastAsiaTheme="minorEastAsia" w:hAnsi="Arial" w:cs="Arial"/>
          <w:color w:val="1C1F26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sweating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has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failed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enough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fluids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enough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sal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bot</w:t>
      </w:r>
      <w:r w:rsidRPr="00CB7779">
        <w:rPr>
          <w:rFonts w:ascii="Arial" w:eastAsiaTheme="minorEastAsia" w:hAnsi="Arial" w:cs="Arial"/>
          <w:color w:val="1C1F26"/>
          <w:spacing w:val="1"/>
          <w:w w:val="102"/>
          <w:sz w:val="20"/>
          <w:szCs w:val="20"/>
        </w:rPr>
        <w:t>h</w:t>
      </w:r>
      <w:r w:rsidRPr="00CB7779">
        <w:rPr>
          <w:rFonts w:ascii="Arial" w:eastAsiaTheme="minorEastAsia" w:hAnsi="Arial" w:cs="Arial"/>
          <w:color w:val="674B62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674B62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 exhaustion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still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sweats,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experiences</w:t>
      </w:r>
      <w:r w:rsidRPr="00CB7779">
        <w:rPr>
          <w:rFonts w:ascii="Arial" w:eastAsiaTheme="minorEastAsia" w:hAnsi="Arial" w:cs="Arial"/>
          <w:color w:val="1C1F26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extreme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weakness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fatigue,</w:t>
      </w:r>
      <w:r w:rsidRPr="00CB7779">
        <w:rPr>
          <w:rFonts w:ascii="Arial" w:eastAsiaTheme="minorEastAsia" w:hAnsi="Arial" w:cs="Arial"/>
          <w:color w:val="2F313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giddiness,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nause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headach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5E5E6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E5E60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F313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skin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 clammy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moist,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complexion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pale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or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flushed,</w:t>
      </w:r>
      <w:r w:rsidRPr="00CB7779">
        <w:rPr>
          <w:rFonts w:ascii="Arial" w:eastAsiaTheme="minorEastAsia" w:hAnsi="Arial" w:cs="Arial"/>
          <w:color w:val="1C1F26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C1F26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6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normal</w:t>
      </w:r>
      <w:r w:rsidRPr="00CB7779">
        <w:rPr>
          <w:rFonts w:ascii="Arial" w:eastAsiaTheme="minorEastAsia" w:hAnsi="Arial" w:cs="Arial"/>
          <w:color w:val="1C1F26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slightly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3"/>
          <w:sz w:val="20"/>
          <w:szCs w:val="20"/>
        </w:rPr>
        <w:t>highe</w:t>
      </w:r>
      <w:r w:rsidRPr="00CB7779">
        <w:rPr>
          <w:rFonts w:ascii="Arial" w:eastAsiaTheme="minorEastAsia" w:hAnsi="Arial" w:cs="Arial"/>
          <w:color w:val="1C1F26"/>
          <w:spacing w:val="3"/>
          <w:w w:val="103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93B31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93B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93B31"/>
          <w:spacing w:val="-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C1F26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suffering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immediate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attentio</w:t>
      </w:r>
      <w:r w:rsidRPr="00CB7779">
        <w:rPr>
          <w:rFonts w:ascii="Arial" w:eastAsiaTheme="minorEastAsia" w:hAnsi="Arial" w:cs="Arial"/>
          <w:color w:val="1C1F26"/>
          <w:spacing w:val="-5"/>
          <w:w w:val="102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5E5E60"/>
          <w:w w:val="94"/>
          <w:sz w:val="20"/>
          <w:szCs w:val="20"/>
        </w:rPr>
        <w:t>.</w:t>
      </w:r>
    </w:p>
    <w:p w14:paraId="7BA0588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5170B4D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4459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exhaustion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w w:val="101"/>
          <w:sz w:val="20"/>
          <w:szCs w:val="20"/>
        </w:rPr>
        <w:t>include:</w:t>
      </w:r>
    </w:p>
    <w:p w14:paraId="6BD683BB" w14:textId="77777777" w:rsidR="0019564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left="720" w:right="64"/>
        <w:jc w:val="both"/>
        <w:rPr>
          <w:rFonts w:ascii="Arial" w:eastAsiaTheme="minorEastAsia" w:hAnsi="Arial" w:cs="Arial"/>
          <w:color w:val="1C1F26"/>
          <w:w w:val="102"/>
          <w:sz w:val="20"/>
          <w:szCs w:val="20"/>
        </w:rPr>
      </w:pPr>
      <w:r w:rsidRPr="004E657A">
        <w:rPr>
          <w:rFonts w:ascii="Arial" w:eastAsiaTheme="minorEastAsia" w:hAnsi="Arial" w:cs="Arial"/>
          <w:color w:val="1C1F26"/>
          <w:sz w:val="16"/>
          <w:szCs w:val="16"/>
        </w:rPr>
        <w:sym w:font="Wingdings 2" w:char="F097"/>
      </w:r>
      <w:r>
        <w:rPr>
          <w:rFonts w:ascii="Arial" w:eastAsiaTheme="minorEastAsia" w:hAnsi="Arial" w:cs="Arial"/>
          <w:color w:val="1C1F26"/>
          <w:sz w:val="16"/>
          <w:szCs w:val="16"/>
        </w:rPr>
        <w:t xml:space="preserve"> </w:t>
      </w:r>
      <w:r w:rsidRPr="004E657A">
        <w:rPr>
          <w:rFonts w:ascii="Arial" w:eastAsiaTheme="minorEastAsia" w:hAnsi="Arial" w:cs="Arial"/>
          <w:color w:val="1C1F26"/>
          <w:sz w:val="10"/>
          <w:szCs w:val="10"/>
        </w:rPr>
        <w:t xml:space="preserve"> </w:t>
      </w:r>
      <w:r>
        <w:rPr>
          <w:rFonts w:ascii="Arial" w:eastAsiaTheme="minorEastAsia" w:hAnsi="Arial" w:cs="Arial"/>
          <w:color w:val="1C1F26"/>
          <w:sz w:val="10"/>
          <w:szCs w:val="10"/>
        </w:rPr>
        <w:t xml:space="preserve">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C1F26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sweatin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fatigue,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dizziness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cramps,</w:t>
      </w:r>
      <w:r w:rsidRPr="00CB7779">
        <w:rPr>
          <w:rFonts w:ascii="Arial" w:eastAsiaTheme="minorEastAsia" w:hAnsi="Arial" w:cs="Arial"/>
          <w:color w:val="1C1F26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rapid</w:t>
      </w:r>
      <w:r w:rsidRPr="00CB7779">
        <w:rPr>
          <w:rFonts w:ascii="Arial" w:eastAsiaTheme="minorEastAsia" w:hAnsi="Arial" w:cs="Arial"/>
          <w:color w:val="2F313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puls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headache,</w:t>
      </w:r>
      <w:r w:rsidRPr="00CB7779">
        <w:rPr>
          <w:rFonts w:ascii="Arial" w:eastAsiaTheme="minorEastAsia" w:hAnsi="Arial" w:cs="Arial"/>
          <w:color w:val="1C1F26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nausea </w:t>
      </w:r>
    </w:p>
    <w:p w14:paraId="1F887EC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43" w:lineRule="auto"/>
        <w:ind w:left="720" w:right="6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     a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nd</w:t>
      </w:r>
      <w:r>
        <w:rPr>
          <w:rFonts w:ascii="Arial" w:eastAsiaTheme="minorEastAsia" w:hAnsi="Arial" w:cs="Arial"/>
          <w:color w:val="1C1F26"/>
          <w:sz w:val="20"/>
          <w:szCs w:val="20"/>
        </w:rPr>
        <w:t xml:space="preserve"> v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omiting.</w:t>
      </w:r>
    </w:p>
    <w:p w14:paraId="5274EDE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6AD7FE6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5756" w:firstLine="77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iii.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Cramps.</w:t>
      </w:r>
    </w:p>
    <w:p w14:paraId="7B4696F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E19954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left="990" w:right="7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cramps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painful spasms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muscles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 caused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workers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large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quantities</w:t>
      </w:r>
      <w:r w:rsidRPr="00CB7779">
        <w:rPr>
          <w:rFonts w:ascii="Arial" w:eastAsiaTheme="minorEastAsia" w:hAnsi="Arial" w:cs="Arial"/>
          <w:color w:val="1C1F26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fail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replace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bodies'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salt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los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B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Tired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muscles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used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tor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performing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usually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ones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most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susceptible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cramp</w:t>
      </w:r>
      <w:r w:rsidRPr="00CB7779">
        <w:rPr>
          <w:rFonts w:ascii="Arial" w:eastAsiaTheme="minorEastAsia" w:hAnsi="Arial" w:cs="Arial"/>
          <w:color w:val="1C1F26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>.</w:t>
      </w:r>
    </w:p>
    <w:p w14:paraId="1681D7F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0E47A1B0" w14:textId="77777777" w:rsidR="00195649" w:rsidRPr="00CB7779" w:rsidRDefault="00195649" w:rsidP="00195649">
      <w:pPr>
        <w:widowControl w:val="0"/>
        <w:tabs>
          <w:tab w:val="left" w:pos="1880"/>
        </w:tabs>
        <w:autoSpaceDE w:val="0"/>
        <w:autoSpaceDN w:val="0"/>
        <w:adjustRightInd w:val="0"/>
        <w:ind w:left="77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C1F26"/>
          <w:sz w:val="20"/>
          <w:szCs w:val="20"/>
        </w:rPr>
        <w:t xml:space="preserve">iv.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Syncope.</w:t>
      </w:r>
    </w:p>
    <w:p w14:paraId="6D1286D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40" w:lineRule="exact"/>
        <w:ind w:left="77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7ACB14B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left="990" w:right="6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Fainting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(heat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syncope)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problem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who is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acclimated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5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hot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environment</w:t>
      </w:r>
      <w:r w:rsidRPr="00CB7779">
        <w:rPr>
          <w:rFonts w:ascii="Arial" w:eastAsiaTheme="minorEastAsia" w:hAnsi="Arial" w:cs="Arial"/>
          <w:color w:val="1C1F26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simply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stands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still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heat.</w:t>
      </w:r>
    </w:p>
    <w:p w14:paraId="5BE7403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ind w:left="990"/>
        <w:rPr>
          <w:rFonts w:ascii="Arial" w:eastAsiaTheme="minorEastAsia" w:hAnsi="Arial" w:cs="Arial"/>
          <w:color w:val="000000"/>
        </w:rPr>
      </w:pPr>
    </w:p>
    <w:p w14:paraId="5198838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990" w:right="5996" w:hanging="22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v</w:t>
      </w:r>
      <w:r>
        <w:rPr>
          <w:rFonts w:ascii="Arial" w:eastAsiaTheme="minorEastAsia" w:hAnsi="Arial" w:cs="Arial"/>
          <w:color w:val="46464B"/>
          <w:sz w:val="20"/>
          <w:szCs w:val="20"/>
        </w:rPr>
        <w:t xml:space="preserve">.    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Rash.</w:t>
      </w:r>
    </w:p>
    <w:p w14:paraId="62FADFA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ind w:left="99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D63156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left="990" w:right="6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rash,</w:t>
      </w:r>
      <w:r w:rsidRPr="00CB7779">
        <w:rPr>
          <w:rFonts w:ascii="Arial" w:eastAsiaTheme="minorEastAsia" w:hAnsi="Arial" w:cs="Arial"/>
          <w:color w:val="1C1F26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C1F26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known</w:t>
      </w:r>
      <w:r w:rsidRPr="00CB7779">
        <w:rPr>
          <w:rFonts w:ascii="Arial" w:eastAsiaTheme="minorEastAsia" w:hAnsi="Arial" w:cs="Arial"/>
          <w:color w:val="1C1F26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C1F26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prickly</w:t>
      </w:r>
      <w:r w:rsidRPr="00CB7779">
        <w:rPr>
          <w:rFonts w:ascii="Arial" w:eastAsiaTheme="minorEastAsia" w:hAnsi="Arial" w:cs="Arial"/>
          <w:color w:val="1C1F26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C1F26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occur</w:t>
      </w:r>
      <w:r w:rsidRPr="00CB7779">
        <w:rPr>
          <w:rFonts w:ascii="Arial" w:eastAsiaTheme="minorEastAsia" w:hAnsi="Arial" w:cs="Arial"/>
          <w:color w:val="1C1F26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ho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humid</w:t>
      </w:r>
      <w:r w:rsidRPr="00CB7779">
        <w:rPr>
          <w:rFonts w:ascii="Arial" w:eastAsiaTheme="minorEastAsia" w:hAnsi="Arial" w:cs="Arial"/>
          <w:color w:val="1C1F26"/>
          <w:spacing w:val="4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environments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C1F26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sweat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2F313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easily</w:t>
      </w:r>
      <w:r w:rsidRPr="00CB7779">
        <w:rPr>
          <w:rFonts w:ascii="Arial" w:eastAsiaTheme="minorEastAsia" w:hAnsi="Arial" w:cs="Arial"/>
          <w:color w:val="1C1F26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removed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surface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skin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6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evaporatio</w:t>
      </w:r>
      <w:r w:rsidRPr="00CB7779">
        <w:rPr>
          <w:rFonts w:ascii="Arial" w:eastAsiaTheme="minorEastAsia" w:hAnsi="Arial" w:cs="Arial"/>
          <w:color w:val="1C1F26"/>
          <w:spacing w:val="-4"/>
          <w:w w:val="10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rash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extensive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infected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can be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C1F26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uncomfortable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6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inhibits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sleep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impedes</w:t>
      </w:r>
      <w:r w:rsidRPr="00CB7779">
        <w:rPr>
          <w:rFonts w:ascii="Arial" w:eastAsiaTheme="minorEastAsia" w:hAnsi="Arial" w:cs="Arial"/>
          <w:color w:val="1C1F26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worker's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performanc</w:t>
      </w:r>
      <w:r w:rsidRPr="00CB7779">
        <w:rPr>
          <w:rFonts w:ascii="Arial" w:eastAsiaTheme="minorEastAsia" w:hAnsi="Arial" w:cs="Arial"/>
          <w:color w:val="1C1F26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even</w:t>
      </w:r>
      <w:r w:rsidRPr="00CB7779">
        <w:rPr>
          <w:rFonts w:ascii="Arial" w:eastAsiaTheme="minorEastAsia" w:hAnsi="Arial" w:cs="Arial"/>
          <w:color w:val="1C1F26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results</w:t>
      </w:r>
      <w:r w:rsidRPr="00CB7779">
        <w:rPr>
          <w:rFonts w:ascii="Arial" w:eastAsiaTheme="minorEastAsia" w:hAnsi="Arial" w:cs="Arial"/>
          <w:color w:val="1C1F26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2F313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temporary</w:t>
      </w:r>
      <w:r w:rsidRPr="00CB7779">
        <w:rPr>
          <w:rFonts w:ascii="Arial" w:eastAsiaTheme="minorEastAsia" w:hAnsi="Arial" w:cs="Arial"/>
          <w:color w:val="1C1F26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>permanent disabilit</w:t>
      </w:r>
      <w:r w:rsidRPr="00CB7779">
        <w:rPr>
          <w:rFonts w:ascii="Arial" w:eastAsiaTheme="minorEastAsia" w:hAnsi="Arial" w:cs="Arial"/>
          <w:color w:val="1C1F26"/>
          <w:spacing w:val="-1"/>
          <w:w w:val="102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6464B"/>
          <w:w w:val="94"/>
          <w:sz w:val="20"/>
          <w:szCs w:val="20"/>
        </w:rPr>
        <w:t>.</w:t>
      </w:r>
    </w:p>
    <w:p w14:paraId="6D392DC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59DA32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329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6"/>
          <w:spacing w:val="-6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>Illness</w:t>
      </w:r>
    </w:p>
    <w:p w14:paraId="4B87E442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left="720" w:right="58"/>
        <w:jc w:val="both"/>
        <w:rPr>
          <w:rFonts w:ascii="Arial" w:eastAsiaTheme="minorEastAsia" w:hAnsi="Arial" w:cs="Arial"/>
          <w:color w:val="1C1F26"/>
          <w:sz w:val="20"/>
          <w:szCs w:val="20"/>
        </w:rPr>
      </w:pPr>
      <w:r w:rsidRPr="00CB7779">
        <w:rPr>
          <w:rFonts w:ascii="Arial" w:eastAsiaTheme="minorEastAsia" w:hAnsi="Arial" w:cs="Arial"/>
          <w:color w:val="2F313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2F313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notice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of the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above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 symptoms</w:t>
      </w:r>
      <w:r w:rsidRPr="00CB7779">
        <w:rPr>
          <w:rFonts w:ascii="Arial" w:eastAsiaTheme="minorEastAsia" w:hAnsi="Arial" w:cs="Arial"/>
          <w:color w:val="1C1F26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1"/>
          <w:sz w:val="20"/>
          <w:szCs w:val="20"/>
        </w:rPr>
        <w:t xml:space="preserve">employee,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immediately</w:t>
      </w:r>
      <w:r w:rsidRPr="00CB7779">
        <w:rPr>
          <w:rFonts w:ascii="Arial" w:eastAsiaTheme="minorEastAsia" w:hAnsi="Arial" w:cs="Arial"/>
          <w:color w:val="2F313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report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6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supervisor.  </w:t>
      </w:r>
      <w:r w:rsidRPr="00CB7779">
        <w:rPr>
          <w:rFonts w:ascii="Arial" w:eastAsiaTheme="minorEastAsia" w:hAnsi="Arial" w:cs="Arial"/>
          <w:color w:val="1C1F26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unable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F313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locate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C1F26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apparent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6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insufficient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F313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locate</w:t>
      </w:r>
      <w:r w:rsidRPr="00CB7779">
        <w:rPr>
          <w:rFonts w:ascii="Arial" w:eastAsiaTheme="minorEastAsia" w:hAnsi="Arial" w:cs="Arial"/>
          <w:color w:val="1C1F26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6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severity </w:t>
      </w:r>
      <w:r w:rsidRPr="00CB7779">
        <w:rPr>
          <w:rFonts w:ascii="Arial" w:eastAsiaTheme="minorEastAsia" w:hAnsi="Arial" w:cs="Arial"/>
          <w:color w:val="1C1F26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C1F26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symptom</w:t>
      </w:r>
      <w:r w:rsidRPr="00CB7779">
        <w:rPr>
          <w:rFonts w:ascii="Arial" w:eastAsiaTheme="minorEastAsia" w:hAnsi="Arial" w:cs="Arial"/>
          <w:color w:val="1C1F26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B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4646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contact 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6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appropriate </w:t>
      </w:r>
      <w:r w:rsidRPr="00CB7779">
        <w:rPr>
          <w:rFonts w:ascii="Arial" w:eastAsiaTheme="minorEastAsia" w:hAnsi="Arial" w:cs="Arial"/>
          <w:color w:val="1C1F26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C1F26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 xml:space="preserve">personnel </w:t>
      </w:r>
      <w:r w:rsidRPr="00CB7779">
        <w:rPr>
          <w:rFonts w:ascii="Arial" w:eastAsiaTheme="minorEastAsia" w:hAnsi="Arial" w:cs="Arial"/>
          <w:color w:val="1C1F26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6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w w:val="102"/>
          <w:sz w:val="20"/>
          <w:szCs w:val="20"/>
        </w:rPr>
        <w:t xml:space="preserve">emergency </w:t>
      </w:r>
      <w:r w:rsidRPr="00CB7779">
        <w:rPr>
          <w:rFonts w:ascii="Arial" w:eastAsiaTheme="minorEastAsia" w:hAnsi="Arial" w:cs="Arial"/>
          <w:color w:val="2F3138"/>
          <w:sz w:val="20"/>
          <w:szCs w:val="20"/>
        </w:rPr>
        <w:t>services</w:t>
      </w:r>
      <w:r w:rsidRPr="00CB7779">
        <w:rPr>
          <w:rFonts w:ascii="Arial" w:eastAsiaTheme="minorEastAsia" w:hAnsi="Arial" w:cs="Arial"/>
          <w:color w:val="2F313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1C1F26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6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C1F26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C1F26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1C1F26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6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6"/>
          <w:sz w:val="20"/>
          <w:szCs w:val="20"/>
        </w:rPr>
        <w:t>post.</w:t>
      </w:r>
    </w:p>
    <w:p w14:paraId="374C8574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left="720" w:right="58"/>
        <w:jc w:val="both"/>
        <w:rPr>
          <w:rFonts w:ascii="Arial" w:eastAsiaTheme="minorEastAsia" w:hAnsi="Arial" w:cs="Arial"/>
          <w:color w:val="1C1F26"/>
          <w:sz w:val="20"/>
          <w:szCs w:val="20"/>
        </w:rPr>
      </w:pPr>
    </w:p>
    <w:p w14:paraId="0DA885F1" w14:textId="77777777" w:rsidR="00195649" w:rsidRDefault="00195649" w:rsidP="00195649">
      <w:pPr>
        <w:widowControl w:val="0"/>
        <w:autoSpaceDE w:val="0"/>
        <w:autoSpaceDN w:val="0"/>
        <w:adjustRightInd w:val="0"/>
        <w:spacing w:line="210" w:lineRule="exact"/>
        <w:ind w:left="720" w:right="114"/>
        <w:jc w:val="both"/>
        <w:rPr>
          <w:rFonts w:ascii="Arial" w:eastAsiaTheme="minorEastAsia" w:hAnsi="Arial" w:cs="Arial"/>
          <w:color w:val="1D212A"/>
          <w:sz w:val="20"/>
          <w:szCs w:val="20"/>
        </w:rPr>
      </w:pPr>
    </w:p>
    <w:p w14:paraId="1527170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10" w:lineRule="exact"/>
        <w:ind w:left="720" w:right="11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While 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waiting 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for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services, 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implement 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following 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first 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aid  procedures, 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5"/>
          <w:sz w:val="20"/>
          <w:szCs w:val="20"/>
        </w:rPr>
        <w:t xml:space="preserve">if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possible:</w:t>
      </w:r>
    </w:p>
    <w:p w14:paraId="17AAAB3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977A17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Move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2"/>
          <w:w w:val="101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4464B"/>
          <w:w w:val="94"/>
          <w:sz w:val="20"/>
          <w:szCs w:val="20"/>
        </w:rPr>
        <w:t>.</w:t>
      </w:r>
    </w:p>
    <w:p w14:paraId="4D794FEE" w14:textId="77777777" w:rsidR="00195649" w:rsidRDefault="00195649" w:rsidP="00195649">
      <w:pPr>
        <w:widowControl w:val="0"/>
        <w:autoSpaceDE w:val="0"/>
        <w:autoSpaceDN w:val="0"/>
        <w:adjustRightInd w:val="0"/>
        <w:spacing w:before="22" w:line="228" w:lineRule="exact"/>
        <w:ind w:left="660" w:right="110"/>
        <w:rPr>
          <w:rFonts w:ascii="Arial" w:eastAsiaTheme="minorEastAsia" w:hAnsi="Arial" w:cs="Arial"/>
          <w:color w:val="1D212A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sip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water.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allow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them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</w:p>
    <w:p w14:paraId="41FC3C2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2" w:line="228" w:lineRule="exact"/>
        <w:ind w:left="660" w:right="11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lastRenderedPageBreak/>
        <w:t xml:space="preserve">   </w:t>
      </w:r>
      <w:r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large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quantities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quickly.</w:t>
      </w:r>
    </w:p>
    <w:p w14:paraId="049D2E3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Apply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cool,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wet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towels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exposed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skin.</w:t>
      </w:r>
    </w:p>
    <w:p w14:paraId="1D03B43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/>
        <w:ind w:left="660"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remain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seated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lie down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feet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raised.</w:t>
      </w:r>
    </w:p>
    <w:p w14:paraId="3225D549" w14:textId="77777777" w:rsidR="00195649" w:rsidRDefault="00195649" w:rsidP="00195649">
      <w:pPr>
        <w:widowControl w:val="0"/>
        <w:autoSpaceDE w:val="0"/>
        <w:autoSpaceDN w:val="0"/>
        <w:adjustRightInd w:val="0"/>
        <w:spacing w:before="13" w:line="228" w:lineRule="exact"/>
        <w:ind w:left="660" w:right="119"/>
        <w:rPr>
          <w:rFonts w:ascii="Arial" w:eastAsiaTheme="minorEastAsia" w:hAnsi="Arial" w:cs="Arial"/>
          <w:color w:val="1D212A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sym w:font="Wingdings 2" w:char="F097"/>
      </w:r>
      <w:r>
        <w:rPr>
          <w:rFonts w:ascii="Arial" w:eastAsiaTheme="minorEastAsia" w:hAnsi="Arial" w:cs="Arial"/>
          <w:color w:val="1D212A"/>
          <w:sz w:val="20"/>
          <w:szCs w:val="20"/>
        </w:rPr>
        <w:t xml:space="preserve">  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Remove 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clothing, 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>particularly</w:t>
      </w:r>
      <w:r w:rsidRPr="00CB7779">
        <w:rPr>
          <w:rFonts w:ascii="Arial" w:eastAsiaTheme="minorEastAsia" w:hAnsi="Arial" w:cs="Arial"/>
          <w:color w:val="1D212A"/>
          <w:spacing w:val="4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those</w:t>
      </w:r>
      <w:r w:rsidRPr="00CB7779">
        <w:rPr>
          <w:rFonts w:ascii="Arial" w:eastAsiaTheme="minorEastAsia" w:hAnsi="Arial" w:cs="Arial"/>
          <w:color w:val="1D212A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5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restrict</w:t>
      </w:r>
      <w:r w:rsidRPr="00CB7779">
        <w:rPr>
          <w:rFonts w:ascii="Arial" w:eastAsiaTheme="minorEastAsia" w:hAnsi="Arial" w:cs="Arial"/>
          <w:color w:val="1D212A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breathing 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</w:p>
    <w:p w14:paraId="70741E8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8" w:lineRule="exact"/>
        <w:ind w:left="660" w:right="119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 xml:space="preserve"> </w:t>
      </w:r>
      <w:r w:rsidRPr="00D02612">
        <w:rPr>
          <w:rFonts w:ascii="Arial" w:eastAsiaTheme="minorEastAsia" w:hAnsi="Arial" w:cs="Arial"/>
          <w:color w:val="1D212A"/>
          <w:sz w:val="16"/>
          <w:szCs w:val="16"/>
        </w:rPr>
        <w:t xml:space="preserve"> </w:t>
      </w:r>
      <w:r>
        <w:rPr>
          <w:rFonts w:ascii="Arial" w:eastAsiaTheme="minorEastAsia" w:hAnsi="Arial" w:cs="Arial"/>
          <w:color w:val="1D212A"/>
          <w:sz w:val="16"/>
          <w:szCs w:val="16"/>
        </w:rPr>
        <w:t xml:space="preserve"> </w:t>
      </w:r>
      <w:r w:rsidRPr="00D02612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cause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retention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heat.</w:t>
      </w:r>
    </w:p>
    <w:p w14:paraId="31C4B03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</w:p>
    <w:p w14:paraId="61A8C8E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eastAsiaTheme="minorEastAsia" w:hAnsi="Arial" w:cs="Arial"/>
          <w:color w:val="000000"/>
          <w:sz w:val="26"/>
          <w:szCs w:val="26"/>
        </w:rPr>
      </w:pPr>
    </w:p>
    <w:p w14:paraId="232F419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left="720" w:right="319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 xml:space="preserve">.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Steps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Reduce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Illness</w:t>
      </w:r>
    </w:p>
    <w:p w14:paraId="66F4469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40" w:lineRule="exact"/>
        <w:ind w:left="72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445486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39" w:lineRule="auto"/>
        <w:ind w:left="720" w:right="12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addition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II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below),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accessing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needed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111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below)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acclimating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before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(see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IV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below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>)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2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4464B"/>
          <w:spacing w:val="20"/>
          <w:sz w:val="20"/>
          <w:szCs w:val="20"/>
        </w:rPr>
        <w:t xml:space="preserve">North American Security And Investigations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expected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steps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lower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risk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illness.</w:t>
      </w:r>
    </w:p>
    <w:p w14:paraId="30F6813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ind w:left="720"/>
        <w:rPr>
          <w:rFonts w:ascii="Arial" w:eastAsiaTheme="minorEastAsia" w:hAnsi="Arial" w:cs="Arial"/>
          <w:color w:val="000000"/>
          <w:sz w:val="24"/>
          <w:szCs w:val="24"/>
        </w:rPr>
      </w:pPr>
    </w:p>
    <w:p w14:paraId="7BC6E10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left="720"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 required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wear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uniforms that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extra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 personal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protective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equipment;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however,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take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care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dress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coolly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A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exampl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possible,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avoid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adding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unnecessary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extra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layers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 clothing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like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undershirts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heavy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>sock</w:t>
      </w:r>
      <w:r w:rsidRPr="00CB7779">
        <w:rPr>
          <w:rFonts w:ascii="Arial" w:eastAsiaTheme="minorEastAsia" w:hAnsi="Arial" w:cs="Arial"/>
          <w:color w:val="1D212A"/>
          <w:spacing w:val="-7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5D70"/>
          <w:w w:val="94"/>
          <w:sz w:val="20"/>
          <w:szCs w:val="20"/>
        </w:rPr>
        <w:t>.</w:t>
      </w:r>
    </w:p>
    <w:p w14:paraId="17B2EA0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45C8384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left="720" w:right="13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D212A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outside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eat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smaller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frequent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meals</w:t>
      </w:r>
      <w:r w:rsidRPr="00CB7779">
        <w:rPr>
          <w:rFonts w:ascii="Arial" w:eastAsiaTheme="minorEastAsia" w:hAnsi="Arial" w:cs="Arial"/>
          <w:color w:val="1D212A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because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produces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excess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digestion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 larger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meal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should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choose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foods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content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(like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fruits,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vegetables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salads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>)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Employees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choose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over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sodas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soft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particularly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important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wav</w:t>
      </w:r>
      <w:r w:rsidRPr="00CB7779">
        <w:rPr>
          <w:rFonts w:ascii="Arial" w:eastAsiaTheme="minorEastAsia" w:hAnsi="Arial" w:cs="Arial"/>
          <w:color w:val="1D212A"/>
          <w:spacing w:val="-3"/>
          <w:w w:val="101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w w:val="94"/>
          <w:sz w:val="20"/>
          <w:szCs w:val="20"/>
        </w:rPr>
        <w:t>.</w:t>
      </w:r>
    </w:p>
    <w:p w14:paraId="2D24B93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8" w:line="220" w:lineRule="exact"/>
        <w:ind w:left="720"/>
        <w:rPr>
          <w:rFonts w:ascii="Arial" w:eastAsiaTheme="minorEastAsia" w:hAnsi="Arial" w:cs="Arial"/>
          <w:color w:val="000000"/>
        </w:rPr>
      </w:pPr>
    </w:p>
    <w:p w14:paraId="74E150C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left="720" w:right="12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A"/>
          <w:sz w:val="20"/>
          <w:szCs w:val="20"/>
        </w:rPr>
        <w:t>North America Security And Investigations</w:t>
      </w:r>
      <w:r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never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consume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alcohol,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illegal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drugs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certain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prescription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close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proximity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start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shif</w:t>
      </w:r>
      <w:r w:rsidRPr="00CB7779">
        <w:rPr>
          <w:rFonts w:ascii="Arial" w:eastAsiaTheme="minorEastAsia" w:hAnsi="Arial" w:cs="Arial"/>
          <w:color w:val="1D212A"/>
          <w:spacing w:val="-6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be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alcohol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consumption,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 some</w:t>
      </w:r>
      <w:r w:rsidRPr="00CB7779">
        <w:rPr>
          <w:rFonts w:ascii="Arial" w:eastAsiaTheme="minorEastAsia" w:hAnsi="Arial" w:cs="Arial"/>
          <w:color w:val="1D212A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prescription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caffeine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consumption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body's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retention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ability 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withstand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4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B3659"/>
          <w:sz w:val="20"/>
          <w:szCs w:val="20"/>
        </w:rPr>
        <w:t xml:space="preserve">.  </w:t>
      </w:r>
      <w:r w:rsidRPr="00CB7779">
        <w:rPr>
          <w:rFonts w:ascii="Arial" w:eastAsiaTheme="minorEastAsia" w:hAnsi="Arial" w:cs="Arial"/>
          <w:color w:val="3B3659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Inform 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supervisor </w:t>
      </w:r>
      <w:r w:rsidRPr="00CB7779">
        <w:rPr>
          <w:rFonts w:ascii="Arial" w:eastAsiaTheme="minorEastAsia" w:hAnsi="Arial" w:cs="Arial"/>
          <w:color w:val="1D212A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or 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A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RSO 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if </w:t>
      </w:r>
      <w:r w:rsidRPr="00CB7779">
        <w:rPr>
          <w:rFonts w:ascii="Arial" w:eastAsiaTheme="minorEastAsia" w:hAnsi="Arial" w:cs="Arial"/>
          <w:color w:val="1D212A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 </w:t>
      </w:r>
      <w:r w:rsidRPr="00CB7779">
        <w:rPr>
          <w:rFonts w:ascii="Arial" w:eastAsiaTheme="minorEastAsia" w:hAnsi="Arial" w:cs="Arial"/>
          <w:color w:val="1D212A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taking </w:t>
      </w:r>
      <w:r w:rsidRPr="00CB7779">
        <w:rPr>
          <w:rFonts w:ascii="Arial" w:eastAsiaTheme="minorEastAsia" w:hAnsi="Arial" w:cs="Arial"/>
          <w:color w:val="1D212A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prescription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 may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exposure.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Seek consultation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 care provider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effect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f</w:t>
      </w:r>
      <w:r w:rsidRPr="00CB7779">
        <w:rPr>
          <w:rFonts w:ascii="Arial" w:eastAsiaTheme="minorEastAsia" w:hAnsi="Arial" w:cs="Arial"/>
          <w:color w:val="44464B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prescription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medications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A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your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exposure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D212A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salt</w:t>
      </w:r>
      <w:r w:rsidRPr="00CB7779">
        <w:rPr>
          <w:rFonts w:ascii="Arial" w:eastAsiaTheme="minorEastAsia" w:hAnsi="Arial" w:cs="Arial"/>
          <w:color w:val="1D212A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mineral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replacement</w:t>
      </w:r>
      <w:r w:rsidRPr="00CB7779">
        <w:rPr>
          <w:rFonts w:ascii="Arial" w:eastAsiaTheme="minorEastAsia" w:hAnsi="Arial" w:cs="Arial"/>
          <w:color w:val="1D212A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response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seek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advice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care</w:t>
      </w:r>
      <w:r w:rsidRPr="00CB7779">
        <w:rPr>
          <w:rFonts w:ascii="Arial" w:eastAsiaTheme="minorEastAsia" w:hAnsi="Arial" w:cs="Arial"/>
          <w:color w:val="1D212A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provider</w:t>
      </w:r>
      <w:r w:rsidRPr="00CB7779">
        <w:rPr>
          <w:rFonts w:ascii="Arial" w:eastAsiaTheme="minorEastAsia" w:hAnsi="Arial" w:cs="Arial"/>
          <w:color w:val="1D212A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D212A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illnesses</w:t>
      </w:r>
      <w:r w:rsidRPr="00CB7779">
        <w:rPr>
          <w:rFonts w:ascii="Arial" w:eastAsiaTheme="minorEastAsia" w:hAnsi="Arial" w:cs="Arial"/>
          <w:color w:val="1D212A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3"/>
          <w:sz w:val="20"/>
          <w:szCs w:val="20"/>
        </w:rPr>
        <w:t xml:space="preserve">like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diabetes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low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 xml:space="preserve">salt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>diet.</w:t>
      </w:r>
    </w:p>
    <w:p w14:paraId="02E4190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eastAsiaTheme="minorEastAsia" w:hAnsi="Arial" w:cs="Arial"/>
          <w:color w:val="000000"/>
        </w:rPr>
      </w:pPr>
    </w:p>
    <w:p w14:paraId="03A06FB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A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A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age,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overall</w:t>
      </w:r>
      <w:r w:rsidRPr="00CB7779">
        <w:rPr>
          <w:rFonts w:ascii="Arial" w:eastAsiaTheme="minorEastAsia" w:hAnsi="Arial" w:cs="Arial"/>
          <w:color w:val="1D212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physical</w:t>
      </w:r>
      <w:r w:rsidRPr="00CB7779">
        <w:rPr>
          <w:rFonts w:ascii="Arial" w:eastAsiaTheme="minorEastAsia" w:hAnsi="Arial" w:cs="Arial"/>
          <w:color w:val="1D212A"/>
          <w:spacing w:val="-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fitness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affect their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ability</w:t>
      </w:r>
      <w:r w:rsidRPr="00CB7779">
        <w:rPr>
          <w:rFonts w:ascii="Arial" w:eastAsiaTheme="minorEastAsia" w:hAnsi="Arial" w:cs="Arial"/>
          <w:color w:val="1D212A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respond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temperatures.</w:t>
      </w:r>
      <w:r w:rsidRPr="00CB7779">
        <w:rPr>
          <w:rFonts w:ascii="Arial" w:eastAsiaTheme="minorEastAsia" w:hAnsi="Arial" w:cs="Arial"/>
          <w:color w:val="1D212A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Inform</w:t>
      </w:r>
      <w:r w:rsidRPr="00CB7779">
        <w:rPr>
          <w:rFonts w:ascii="Arial" w:eastAsiaTheme="minorEastAsia" w:hAnsi="Arial" w:cs="Arial"/>
          <w:color w:val="1D212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 xml:space="preserve">RSO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ag</w:t>
      </w:r>
      <w:r w:rsidRPr="00CB7779">
        <w:rPr>
          <w:rFonts w:ascii="Arial" w:eastAsiaTheme="minorEastAsia" w:hAnsi="Arial" w:cs="Arial"/>
          <w:color w:val="1D212A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6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condition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physical</w:t>
      </w:r>
      <w:r w:rsidRPr="00CB7779">
        <w:rPr>
          <w:rFonts w:ascii="Arial" w:eastAsiaTheme="minorEastAsia" w:hAnsi="Arial" w:cs="Arial"/>
          <w:color w:val="1D212A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fitness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compromise</w:t>
      </w:r>
      <w:r w:rsidRPr="00CB7779">
        <w:rPr>
          <w:rFonts w:ascii="Arial" w:eastAsiaTheme="minorEastAsia" w:hAnsi="Arial" w:cs="Arial"/>
          <w:color w:val="1D212A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your ability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A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A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>post.</w:t>
      </w:r>
    </w:p>
    <w:p w14:paraId="3CEAA15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0" w:lineRule="exact"/>
        <w:rPr>
          <w:rFonts w:ascii="Arial" w:eastAsiaTheme="minorEastAsia" w:hAnsi="Arial" w:cs="Arial"/>
          <w:color w:val="000000"/>
        </w:rPr>
      </w:pPr>
    </w:p>
    <w:p w14:paraId="103C599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31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watch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D212A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A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D212A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D212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A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heat illnes</w:t>
      </w:r>
      <w:r w:rsidRPr="00CB7779">
        <w:rPr>
          <w:rFonts w:ascii="Arial" w:eastAsiaTheme="minorEastAsia" w:hAnsi="Arial" w:cs="Arial"/>
          <w:color w:val="1D212A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6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64B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They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A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encourage</w:t>
      </w:r>
      <w:r w:rsidRPr="00CB7779">
        <w:rPr>
          <w:rFonts w:ascii="Arial" w:eastAsiaTheme="minorEastAsia" w:hAnsi="Arial" w:cs="Arial"/>
          <w:color w:val="1D212A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fellow</w:t>
      </w:r>
      <w:r w:rsidRPr="00CB7779">
        <w:rPr>
          <w:rFonts w:ascii="Arial" w:eastAsiaTheme="minorEastAsia" w:hAnsi="Arial" w:cs="Arial"/>
          <w:color w:val="1D212A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A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A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A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A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A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A"/>
          <w:w w:val="101"/>
          <w:sz w:val="20"/>
          <w:szCs w:val="20"/>
        </w:rPr>
        <w:t xml:space="preserve">as </w:t>
      </w:r>
      <w:r w:rsidRPr="00CB7779">
        <w:rPr>
          <w:rFonts w:ascii="Arial" w:eastAsiaTheme="minorEastAsia" w:hAnsi="Arial" w:cs="Arial"/>
          <w:color w:val="1D212A"/>
          <w:w w:val="102"/>
          <w:sz w:val="20"/>
          <w:szCs w:val="20"/>
        </w:rPr>
        <w:t>needed</w:t>
      </w:r>
      <w:r w:rsidRPr="00CB7779">
        <w:rPr>
          <w:rFonts w:ascii="Arial" w:eastAsiaTheme="minorEastAsia" w:hAnsi="Arial" w:cs="Arial"/>
          <w:color w:val="626262"/>
          <w:w w:val="94"/>
          <w:sz w:val="20"/>
          <w:szCs w:val="20"/>
        </w:rPr>
        <w:t>.</w:t>
      </w:r>
    </w:p>
    <w:p w14:paraId="7646D6D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4" w:line="241" w:lineRule="auto"/>
        <w:ind w:right="10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aware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rise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5E626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E626B"/>
          <w:spacing w:val="5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 wav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greater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risk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getting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sick.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 need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watch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yourself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co-workers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closely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and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may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need 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drink 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water,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take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more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breaks 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5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use 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 measures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keep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(like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spraying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using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cloths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ski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et</w:t>
      </w:r>
      <w:r w:rsidRPr="00CB7779">
        <w:rPr>
          <w:rFonts w:ascii="Arial" w:eastAsiaTheme="minorEastAsia" w:hAnsi="Arial" w:cs="Arial"/>
          <w:color w:val="1D2128"/>
          <w:spacing w:val="-1"/>
          <w:w w:val="103"/>
          <w:sz w:val="20"/>
          <w:szCs w:val="20"/>
        </w:rPr>
        <w:t>c</w:t>
      </w:r>
      <w:r w:rsidRPr="00CB7779">
        <w:rPr>
          <w:rFonts w:ascii="Arial" w:eastAsiaTheme="minorEastAsia" w:hAnsi="Arial" w:cs="Arial"/>
          <w:color w:val="5E626B"/>
          <w:spacing w:val="-4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w w:val="110"/>
          <w:sz w:val="20"/>
          <w:szCs w:val="20"/>
        </w:rPr>
        <w:t>)</w:t>
      </w:r>
    </w:p>
    <w:p w14:paraId="16ACEB2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2C5B9CB" w14:textId="77777777" w:rsidR="0019564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110"/>
        <w:jc w:val="both"/>
        <w:rPr>
          <w:rFonts w:ascii="Arial" w:eastAsiaTheme="minorEastAsia" w:hAnsi="Arial" w:cs="Arial"/>
          <w:color w:val="1D2128"/>
          <w:sz w:val="20"/>
          <w:szCs w:val="20"/>
        </w:rPr>
      </w:pPr>
    </w:p>
    <w:p w14:paraId="767561E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1" w:lineRule="auto"/>
        <w:ind w:right="110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notify their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have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fresh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99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5E626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5E626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5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acclimatized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new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You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retaliated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for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bringing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issues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attention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</w:t>
      </w:r>
      <w:r>
        <w:rPr>
          <w:rFonts w:ascii="Arial" w:eastAsiaTheme="minorEastAsia" w:hAnsi="Arial" w:cs="Arial"/>
          <w:color w:val="1D2128"/>
          <w:sz w:val="20"/>
          <w:szCs w:val="20"/>
        </w:rPr>
        <w:t>f North American Security And Investigations.</w:t>
      </w:r>
    </w:p>
    <w:p w14:paraId="103AE8B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4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3EFE8B9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11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lastRenderedPageBreak/>
        <w:t>Employees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notify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 they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outdoors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had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before.</w:t>
      </w:r>
    </w:p>
    <w:p w14:paraId="463F361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20" w:lineRule="exact"/>
        <w:rPr>
          <w:rFonts w:ascii="Arial" w:eastAsiaTheme="minorEastAsia" w:hAnsi="Arial" w:cs="Arial"/>
          <w:color w:val="000000"/>
        </w:rPr>
      </w:pPr>
    </w:p>
    <w:p w14:paraId="020BF13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6274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b/>
          <w:bCs/>
          <w:color w:val="1D2128"/>
          <w:sz w:val="20"/>
          <w:szCs w:val="20"/>
        </w:rPr>
        <w:t>II. Access</w:t>
      </w:r>
      <w:r w:rsidRPr="00CB7779">
        <w:rPr>
          <w:rFonts w:ascii="Arial" w:eastAsiaTheme="minorEastAsia" w:hAnsi="Arial" w:cs="Arial"/>
          <w:b/>
          <w:bCs/>
          <w:color w:val="33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b/>
          <w:bCs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Fresh</w:t>
      </w:r>
      <w:r w:rsidRPr="00CB7779">
        <w:rPr>
          <w:rFonts w:ascii="Arial" w:eastAsiaTheme="minorEastAsia" w:hAnsi="Arial" w:cs="Arial"/>
          <w:b/>
          <w:bCs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sz w:val="20"/>
          <w:szCs w:val="20"/>
        </w:rPr>
        <w:t>Water</w:t>
      </w:r>
    </w:p>
    <w:p w14:paraId="1F30CBE8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2E0B345D" w14:textId="77777777" w:rsidR="00195649" w:rsidRPr="00CB7779" w:rsidRDefault="00195649" w:rsidP="00CB7E2C">
      <w:pPr>
        <w:widowControl w:val="0"/>
        <w:autoSpaceDE w:val="0"/>
        <w:autoSpaceDN w:val="0"/>
        <w:adjustRightInd w:val="0"/>
        <w:spacing w:line="245" w:lineRule="auto"/>
        <w:ind w:right="12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w w:val="106"/>
          <w:sz w:val="20"/>
          <w:szCs w:val="20"/>
        </w:rPr>
        <w:t>All North American Security And Investigations</w:t>
      </w:r>
      <w:r w:rsidRPr="00CB7779">
        <w:rPr>
          <w:rFonts w:ascii="Arial" w:eastAsiaTheme="minorEastAsia" w:hAnsi="Arial" w:cs="Arial"/>
          <w:color w:val="1D2128"/>
          <w:spacing w:val="-10"/>
          <w:w w:val="10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 given</w:t>
      </w:r>
      <w:r w:rsidRPr="00CB7779">
        <w:rPr>
          <w:rFonts w:ascii="Arial" w:eastAsiaTheme="minorEastAsia" w:hAnsi="Arial" w:cs="Arial"/>
          <w:color w:val="1D2128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ready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potable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 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least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quart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hour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entire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shift.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typically accomplished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8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ounces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every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15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minutes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entire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shift.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 North American Security And Investigations will ensure that there is accessible and sufficient drinking water at 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ach</w:t>
      </w:r>
      <w:r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D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 assigne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cost.</w:t>
      </w:r>
    </w:p>
    <w:p w14:paraId="7EE49D4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237300F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7" w:lineRule="auto"/>
        <w:ind w:right="10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D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drinking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fountains,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coolers,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cooled</w:t>
      </w:r>
      <w:r w:rsidRPr="00CB7779">
        <w:rPr>
          <w:rFonts w:ascii="Arial" w:eastAsiaTheme="minorEastAsia" w:hAnsi="Arial" w:cs="Arial"/>
          <w:color w:val="1D2128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bottled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D21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alternative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sourc</w:t>
      </w:r>
      <w:r w:rsidRPr="00CB7779">
        <w:rPr>
          <w:rFonts w:ascii="Arial" w:eastAsiaTheme="minorEastAsia" w:hAnsi="Arial" w:cs="Arial"/>
          <w:color w:val="1D2128"/>
          <w:spacing w:val="-9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facilities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 specific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do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ready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sufficient quantities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source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is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independently 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>renewable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constant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(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i.e. 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drinking 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>fountain</w:t>
      </w:r>
      <w:r>
        <w:rPr>
          <w:rFonts w:ascii="Arial" w:eastAsiaTheme="minorEastAsia" w:hAnsi="Arial" w:cs="Arial"/>
          <w:color w:val="1D2128"/>
          <w:sz w:val="20"/>
          <w:szCs w:val="20"/>
        </w:rPr>
        <w:t>), North American Security And Investigations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place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eplace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 depleted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5"/>
          <w:sz w:val="20"/>
          <w:szCs w:val="20"/>
        </w:rPr>
        <w:t xml:space="preserve">it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becomes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warmer.</w:t>
      </w:r>
      <w:r w:rsidRPr="00CB7779">
        <w:rPr>
          <w:rFonts w:ascii="Arial" w:eastAsiaTheme="minorEastAsia" w:hAnsi="Arial" w:cs="Arial"/>
          <w:color w:val="1D2128"/>
          <w:spacing w:val="4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D2128"/>
          <w:spacing w:val="4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include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designated</w:t>
      </w:r>
      <w:r w:rsidRPr="00CB7779">
        <w:rPr>
          <w:rFonts w:ascii="Arial" w:eastAsiaTheme="minorEastAsia" w:hAnsi="Arial" w:cs="Arial"/>
          <w:color w:val="1D2128"/>
          <w:spacing w:val="3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person</w:t>
      </w:r>
      <w:r w:rsidRPr="00CB7779">
        <w:rPr>
          <w:rFonts w:ascii="Arial" w:eastAsiaTheme="minorEastAsia" w:hAnsi="Arial" w:cs="Arial"/>
          <w:color w:val="1D21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periodically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check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level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containers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 will designate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checks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D21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specifics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post.</w:t>
      </w:r>
    </w:p>
    <w:p w14:paraId="0DF9D35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9" w:line="220" w:lineRule="exact"/>
        <w:rPr>
          <w:rFonts w:ascii="Arial" w:eastAsiaTheme="minorEastAsia" w:hAnsi="Arial" w:cs="Arial"/>
          <w:color w:val="000000"/>
        </w:rPr>
      </w:pPr>
    </w:p>
    <w:p w14:paraId="442D538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right="115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All 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4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D2128"/>
          <w:spacing w:val="4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D2128"/>
          <w:spacing w:val="4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3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opportunity</w:t>
      </w:r>
      <w:r w:rsidRPr="00CB7779">
        <w:rPr>
          <w:rFonts w:ascii="Arial" w:eastAsiaTheme="minorEastAsia" w:hAnsi="Arial" w:cs="Arial"/>
          <w:color w:val="1D2128"/>
          <w:spacing w:val="4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5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consume</w:t>
      </w:r>
      <w:r w:rsidRPr="00CB7779">
        <w:rPr>
          <w:rFonts w:ascii="Arial" w:eastAsiaTheme="minorEastAsia" w:hAnsi="Arial" w:cs="Arial"/>
          <w:color w:val="1D2128"/>
          <w:spacing w:val="5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sufficient drinking</w:t>
      </w:r>
      <w:r w:rsidRPr="00CB7779">
        <w:rPr>
          <w:rFonts w:ascii="Arial" w:eastAsiaTheme="minorEastAsia" w:hAnsi="Arial" w:cs="Arial"/>
          <w:color w:val="1D2128"/>
          <w:spacing w:val="5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course</w:t>
      </w:r>
      <w:r w:rsidRPr="00CB7779">
        <w:rPr>
          <w:rFonts w:ascii="Arial" w:eastAsiaTheme="minorEastAsia" w:hAnsi="Arial" w:cs="Arial"/>
          <w:color w:val="1D2128"/>
          <w:spacing w:val="4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shif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4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D2128"/>
          <w:spacing w:val="3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1D2128"/>
          <w:spacing w:val="3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D21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3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importance</w:t>
      </w:r>
      <w:r w:rsidRPr="00CB7779">
        <w:rPr>
          <w:rFonts w:ascii="Arial" w:eastAsiaTheme="minorEastAsia" w:hAnsi="Arial" w:cs="Arial"/>
          <w:color w:val="1D2128"/>
          <w:spacing w:val="3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remaining</w:t>
      </w:r>
      <w:r w:rsidRPr="00CB7779">
        <w:rPr>
          <w:rFonts w:ascii="Arial" w:eastAsiaTheme="minorEastAsia" w:hAnsi="Arial" w:cs="Arial"/>
          <w:color w:val="33343B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hydrated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increasing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 water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breaks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higher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temperatures.</w:t>
      </w:r>
      <w:r w:rsidRPr="00CB7779">
        <w:rPr>
          <w:rFonts w:ascii="Arial" w:eastAsiaTheme="minorEastAsia" w:hAnsi="Arial" w:cs="Arial"/>
          <w:color w:val="33343B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wait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until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thirsty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drink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water.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 be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retaliated</w:t>
      </w:r>
      <w:r w:rsidRPr="00CB7779">
        <w:rPr>
          <w:rFonts w:ascii="Arial" w:eastAsiaTheme="minorEastAsia" w:hAnsi="Arial" w:cs="Arial"/>
          <w:color w:val="1D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requesting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taking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1D2128"/>
          <w:spacing w:val="-2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D"/>
          <w:w w:val="94"/>
          <w:sz w:val="20"/>
          <w:szCs w:val="20"/>
        </w:rPr>
        <w:t>.</w:t>
      </w:r>
    </w:p>
    <w:p w14:paraId="19EA07E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23D388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686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Ill.</w:t>
      </w:r>
      <w:r w:rsidRPr="00CB7779">
        <w:rPr>
          <w:rFonts w:ascii="Arial" w:eastAsiaTheme="minorEastAsia" w:hAnsi="Arial" w:cs="Arial"/>
          <w:b/>
          <w:bCs/>
          <w:color w:val="33343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b/>
          <w:bCs/>
          <w:color w:val="33343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3343B"/>
          <w:sz w:val="20"/>
          <w:szCs w:val="20"/>
        </w:rPr>
        <w:t>to</w:t>
      </w:r>
      <w:r w:rsidRPr="00CB7779">
        <w:rPr>
          <w:rFonts w:ascii="Arial" w:eastAsiaTheme="minorEastAsia" w:hAnsi="Arial" w:cs="Arial"/>
          <w:b/>
          <w:bCs/>
          <w:color w:val="33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D2128"/>
          <w:w w:val="102"/>
          <w:sz w:val="20"/>
          <w:szCs w:val="20"/>
        </w:rPr>
        <w:t>Shade</w:t>
      </w:r>
    </w:p>
    <w:p w14:paraId="41AE5B33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8ED8A4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right="104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D2128"/>
          <w:w w:val="107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D2128"/>
          <w:spacing w:val="-14"/>
          <w:w w:val="10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given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access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preventative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recovery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and/or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believe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suffering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needs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recover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D21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exposure.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wait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until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3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feel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sick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seek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shade.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 retaliated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against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requesting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2"/>
          <w:sz w:val="20"/>
          <w:szCs w:val="20"/>
        </w:rPr>
        <w:t>access</w:t>
      </w:r>
      <w:r>
        <w:rPr>
          <w:rFonts w:ascii="Arial" w:eastAsiaTheme="minorEastAsia" w:hAnsi="Arial" w:cs="Arial"/>
          <w:color w:val="1D2128"/>
          <w:w w:val="102"/>
          <w:sz w:val="20"/>
          <w:szCs w:val="20"/>
        </w:rPr>
        <w:t xml:space="preserve"> t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o</w:t>
      </w:r>
      <w:r>
        <w:rPr>
          <w:rFonts w:ascii="Arial" w:eastAsiaTheme="minorEastAsia" w:hAnsi="Arial" w:cs="Arial"/>
          <w:color w:val="33343B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33343B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seeking</w:t>
      </w:r>
      <w:r w:rsidRPr="00CB7779">
        <w:rPr>
          <w:rFonts w:ascii="Arial" w:eastAsiaTheme="minorEastAsia" w:hAnsi="Arial" w:cs="Arial"/>
          <w:color w:val="1D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>shift.</w:t>
      </w:r>
    </w:p>
    <w:p w14:paraId="2BDF462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1" w:line="220" w:lineRule="exact"/>
        <w:rPr>
          <w:rFonts w:ascii="Arial" w:eastAsiaTheme="minorEastAsia" w:hAnsi="Arial" w:cs="Arial"/>
          <w:color w:val="000000"/>
        </w:rPr>
      </w:pPr>
    </w:p>
    <w:p w14:paraId="2F91FC2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6" w:line="243" w:lineRule="auto"/>
        <w:ind w:right="104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open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air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or,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enclose</w:t>
      </w:r>
      <w:r w:rsidRPr="00CB7779">
        <w:rPr>
          <w:rFonts w:ascii="Arial" w:eastAsiaTheme="minorEastAsia" w:hAnsi="Arial" w:cs="Arial"/>
          <w:color w:val="1D2128"/>
          <w:spacing w:val="-4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ventilated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coole</w:t>
      </w:r>
      <w:r w:rsidRPr="00CB7779">
        <w:rPr>
          <w:rFonts w:ascii="Arial" w:eastAsiaTheme="minorEastAsia" w:hAnsi="Arial" w:cs="Arial"/>
          <w:color w:val="1D2128"/>
          <w:spacing w:val="-5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3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 allow</w:t>
      </w:r>
      <w:r w:rsidRPr="00CB7779">
        <w:rPr>
          <w:rFonts w:ascii="Arial" w:eastAsiaTheme="minorEastAsia" w:hAnsi="Arial" w:cs="Arial"/>
          <w:color w:val="1D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33343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assume</w:t>
      </w:r>
      <w:r w:rsidRPr="00CB7779">
        <w:rPr>
          <w:rFonts w:ascii="Arial" w:eastAsiaTheme="minorEastAsia" w:hAnsi="Arial" w:cs="Arial"/>
          <w:color w:val="1D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comfortable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posture</w:t>
      </w:r>
      <w:r w:rsidRPr="00CB7779">
        <w:rPr>
          <w:rFonts w:ascii="Arial" w:eastAsiaTheme="minorEastAsia" w:hAnsi="Arial" w:cs="Arial"/>
          <w:color w:val="1D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w w:val="101"/>
          <w:sz w:val="20"/>
          <w:szCs w:val="20"/>
        </w:rPr>
        <w:t xml:space="preserve">without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touching</w:t>
      </w:r>
      <w:r w:rsidRPr="00CB7779">
        <w:rPr>
          <w:rFonts w:ascii="Arial" w:eastAsiaTheme="minorEastAsia" w:hAnsi="Arial" w:cs="Arial"/>
          <w:color w:val="1D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D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D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6464D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D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D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located</w:t>
      </w:r>
      <w:r w:rsidRPr="00CB7779">
        <w:rPr>
          <w:rFonts w:ascii="Arial" w:eastAsiaTheme="minorEastAsia" w:hAnsi="Arial" w:cs="Arial"/>
          <w:color w:val="1D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reachable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within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pacing w:val="-2"/>
          <w:w w:val="105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46464D"/>
          <w:spacing w:val="4"/>
          <w:w w:val="9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5 minute</w:t>
      </w:r>
      <w:r w:rsidRPr="00CB7779">
        <w:rPr>
          <w:rFonts w:ascii="Arial" w:eastAsiaTheme="minorEastAsia" w:hAnsi="Arial" w:cs="Arial"/>
          <w:color w:val="1D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wal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>k</w:t>
      </w:r>
      <w:r w:rsidRPr="00CB7779">
        <w:rPr>
          <w:rFonts w:ascii="Arial" w:eastAsiaTheme="minorEastAsia" w:hAnsi="Arial" w:cs="Arial"/>
          <w:color w:val="46464D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6464D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but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than</w:t>
      </w:r>
      <w:r w:rsidRPr="00CB7779">
        <w:rPr>
          <w:rFonts w:ascii="Arial" w:eastAsiaTheme="minorEastAsia" w:hAnsi="Arial" w:cs="Arial"/>
          <w:color w:val="1D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 xml:space="preserve">%mile </w:t>
      </w:r>
      <w:r w:rsidRPr="00CB7779">
        <w:rPr>
          <w:rFonts w:ascii="Arial" w:eastAsiaTheme="minorEastAsia" w:hAnsi="Arial" w:cs="Arial"/>
          <w:color w:val="33343B"/>
          <w:spacing w:val="9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D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D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five</w:t>
      </w:r>
      <w:r w:rsidRPr="00CB7779">
        <w:rPr>
          <w:rFonts w:ascii="Arial" w:eastAsiaTheme="minorEastAsia" w:hAnsi="Arial" w:cs="Arial"/>
          <w:color w:val="1D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3343B"/>
          <w:sz w:val="20"/>
          <w:szCs w:val="20"/>
        </w:rPr>
        <w:t>minute</w:t>
      </w:r>
      <w:r w:rsidRPr="00CB7779">
        <w:rPr>
          <w:rFonts w:ascii="Arial" w:eastAsiaTheme="minorEastAsia" w:hAnsi="Arial" w:cs="Arial"/>
          <w:color w:val="33343B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walk,</w:t>
      </w:r>
      <w:r w:rsidRPr="00CB7779">
        <w:rPr>
          <w:rFonts w:ascii="Arial" w:eastAsiaTheme="minorEastAsia" w:hAnsi="Arial" w:cs="Arial"/>
          <w:color w:val="1D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whichever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D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shorte</w:t>
      </w:r>
      <w:r w:rsidRPr="00CB7779">
        <w:rPr>
          <w:rFonts w:ascii="Arial" w:eastAsiaTheme="minorEastAsia" w:hAnsi="Arial" w:cs="Arial"/>
          <w:color w:val="1D2128"/>
          <w:spacing w:val="3"/>
          <w:sz w:val="20"/>
          <w:szCs w:val="20"/>
        </w:rPr>
        <w:t>r</w:t>
      </w:r>
      <w:r>
        <w:rPr>
          <w:rFonts w:ascii="Arial" w:eastAsiaTheme="minorEastAsia" w:hAnsi="Arial" w:cs="Arial"/>
          <w:color w:val="46464D"/>
          <w:sz w:val="20"/>
          <w:szCs w:val="20"/>
        </w:rPr>
        <w:t>. North American Security And Investigations</w:t>
      </w:r>
      <w:r w:rsidRPr="00CB7779">
        <w:rPr>
          <w:rFonts w:ascii="Arial" w:eastAsiaTheme="minorEastAsia" w:hAnsi="Arial" w:cs="Arial"/>
          <w:color w:val="1D21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D2128"/>
          <w:sz w:val="20"/>
          <w:szCs w:val="20"/>
        </w:rPr>
        <w:t>will</w:t>
      </w:r>
      <w:r>
        <w:rPr>
          <w:rFonts w:ascii="Arial" w:eastAsiaTheme="minorEastAsia" w:hAnsi="Arial" w:cs="Arial"/>
          <w:color w:val="1D212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place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would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 individual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 another</w:t>
      </w:r>
      <w:r w:rsidRPr="00CB7779">
        <w:rPr>
          <w:rFonts w:ascii="Arial" w:eastAsiaTheme="minorEastAsia" w:hAnsi="Arial" w:cs="Arial"/>
          <w:color w:val="1C1F28"/>
          <w:spacing w:val="-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hazard,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i.e. under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construction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scaffolding.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prediction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previous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 for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high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exceed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85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Fahrenheit,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erected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beginning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present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entirety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shift.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reaches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90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provided,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previous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day's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temperature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predictions.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Regardless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temperature,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upon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permanent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basis.</w:t>
      </w:r>
    </w:p>
    <w:p w14:paraId="0E83962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69230C4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78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 could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existing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trees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buildings,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conditioned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vehicles,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temporary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tents,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umbrellas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canopies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erected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purpose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of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providing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44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constitute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adequate shade,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fully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the individual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i.e.</w:t>
      </w:r>
      <w:r w:rsidRPr="00CB7779">
        <w:rPr>
          <w:rFonts w:ascii="Arial" w:eastAsiaTheme="minorEastAsia" w:hAnsi="Arial" w:cs="Arial"/>
          <w:color w:val="31343B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able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shadow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</w:p>
    <w:p w14:paraId="009C25D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0165701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4" w:lineRule="auto"/>
        <w:ind w:right="89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requires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both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 xml:space="preserve">outdoor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lastRenderedPageBreak/>
        <w:t>portions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31343B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basis,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area. Similarl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44444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requires the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 to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area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within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air-conditioned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vehicle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shift,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not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shaded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-3"/>
          <w:w w:val="103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44444B"/>
          <w:w w:val="94"/>
          <w:sz w:val="20"/>
          <w:szCs w:val="20"/>
        </w:rPr>
        <w:t>.</w:t>
      </w:r>
    </w:p>
    <w:p w14:paraId="2B8A164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7" w:line="220" w:lineRule="exact"/>
        <w:rPr>
          <w:rFonts w:ascii="Arial" w:eastAsiaTheme="minorEastAsia" w:hAnsi="Arial" w:cs="Arial"/>
          <w:color w:val="000000"/>
        </w:rPr>
      </w:pPr>
    </w:p>
    <w:p w14:paraId="6B853A5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IV.</w:t>
      </w:r>
      <w:r w:rsidRPr="00CB7779">
        <w:rPr>
          <w:rFonts w:ascii="Arial" w:eastAsiaTheme="minorEastAsia" w:hAnsi="Arial" w:cs="Arial"/>
          <w:b/>
          <w:bCs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w w:val="101"/>
          <w:sz w:val="20"/>
          <w:szCs w:val="20"/>
        </w:rPr>
        <w:t>Acclimatization</w:t>
      </w:r>
    </w:p>
    <w:p w14:paraId="711B913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499F451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6" w:lineRule="auto"/>
        <w:ind w:right="7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Sudden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accustomed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temperatures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lead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negative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health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consequence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4444B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conduct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assessment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C1F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determin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44444B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(1)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(including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their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exposure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experience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typically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experienced);</w:t>
      </w:r>
      <w:r w:rsidRPr="00CB7779">
        <w:rPr>
          <w:rFonts w:ascii="Arial" w:eastAsiaTheme="minorEastAsia" w:hAnsi="Arial" w:cs="Arial"/>
          <w:color w:val="1C1F28"/>
          <w:spacing w:val="3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(2)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 shift,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availability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shade,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>pos</w:t>
      </w:r>
      <w:r w:rsidRPr="00CB7779">
        <w:rPr>
          <w:rFonts w:ascii="Arial" w:eastAsiaTheme="minorEastAsia" w:hAnsi="Arial" w:cs="Arial"/>
          <w:color w:val="1C1F28"/>
          <w:spacing w:val="5"/>
          <w:w w:val="10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44B"/>
          <w:w w:val="66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i.e.</w:t>
      </w:r>
      <w:r w:rsidRPr="00CB7779">
        <w:rPr>
          <w:rFonts w:ascii="Arial" w:eastAsiaTheme="minorEastAsia" w:hAnsi="Arial" w:cs="Arial"/>
          <w:color w:val="31343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whether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allows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portion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performed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indoors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 within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air-conditioned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vehicl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;</w:t>
      </w:r>
      <w:r w:rsidRPr="00CB7779">
        <w:rPr>
          <w:rFonts w:ascii="Arial" w:eastAsiaTheme="minorEastAsia" w:hAnsi="Arial" w:cs="Arial"/>
          <w:color w:val="44444B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(3)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periodic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reassessment</w:t>
      </w:r>
      <w:r w:rsidRPr="00CB7779">
        <w:rPr>
          <w:rFonts w:ascii="Arial" w:eastAsiaTheme="minorEastAsia" w:hAnsi="Arial" w:cs="Arial"/>
          <w:color w:val="31343B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current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4444B"/>
          <w:spacing w:val="-4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enced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particular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Based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upon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assessment</w:t>
      </w:r>
      <w:r w:rsidRPr="00CB7779">
        <w:rPr>
          <w:rFonts w:ascii="Arial" w:eastAsiaTheme="minorEastAsia" w:hAnsi="Arial" w:cs="Arial"/>
          <w:color w:val="1C1F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1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44444B"/>
          <w:spacing w:val="11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will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31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</w:t>
      </w:r>
      <w:r w:rsidRPr="00CB7779">
        <w:rPr>
          <w:rFonts w:ascii="Arial" w:eastAsiaTheme="minorEastAsia" w:hAnsi="Arial" w:cs="Arial"/>
          <w:color w:val="1C1F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implemented</w:t>
      </w:r>
      <w:r w:rsidRPr="00CB7779">
        <w:rPr>
          <w:rFonts w:ascii="Arial" w:eastAsiaTheme="minorEastAsia" w:hAnsi="Arial" w:cs="Arial"/>
          <w:color w:val="31343B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 exposure.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individualized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assessment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contained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site-specific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</w:p>
    <w:p w14:paraId="7E2AA0A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20" w:lineRule="exact"/>
        <w:rPr>
          <w:rFonts w:ascii="Arial" w:eastAsiaTheme="minorEastAsia" w:hAnsi="Arial" w:cs="Arial"/>
          <w:color w:val="000000"/>
        </w:rPr>
      </w:pPr>
    </w:p>
    <w:p w14:paraId="4461247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5" w:lineRule="auto"/>
        <w:ind w:right="65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these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could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includ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:</w:t>
      </w:r>
      <w:r w:rsidRPr="00CB7779">
        <w:rPr>
          <w:rFonts w:ascii="Arial" w:eastAsiaTheme="minorEastAsia" w:hAnsi="Arial" w:cs="Arial"/>
          <w:color w:val="44444B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scheduling</w:t>
      </w:r>
      <w:r w:rsidRPr="00CB7779">
        <w:rPr>
          <w:rFonts w:ascii="Arial" w:eastAsiaTheme="minorEastAsia" w:hAnsi="Arial" w:cs="Arial"/>
          <w:color w:val="1C1F28"/>
          <w:spacing w:val="2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little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indoors</w:t>
      </w:r>
      <w:r w:rsidRPr="00CB7779">
        <w:rPr>
          <w:rFonts w:ascii="Arial" w:eastAsiaTheme="minorEastAsia" w:hAnsi="Arial" w:cs="Arial"/>
          <w:color w:val="31343B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highest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C1F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day,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scheduling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little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shifts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cooler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times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C1F28"/>
          <w:spacing w:val="4"/>
          <w:w w:val="101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5B5D5B"/>
          <w:w w:val="70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5B5D5B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4"/>
          <w:sz w:val="20"/>
          <w:szCs w:val="20"/>
        </w:rPr>
        <w:t xml:space="preserve">each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who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being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schedule,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location</w:t>
      </w:r>
      <w:r w:rsidRPr="00CB7779">
        <w:rPr>
          <w:rFonts w:ascii="Arial" w:eastAsiaTheme="minorEastAsia" w:hAnsi="Arial" w:cs="Arial"/>
          <w:color w:val="1C1F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other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characteristic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gradually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modified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over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4-14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day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depending</w:t>
      </w:r>
      <w:r w:rsidRPr="00CB7779">
        <w:rPr>
          <w:rFonts w:ascii="Arial" w:eastAsiaTheme="minorEastAsia" w:hAnsi="Arial" w:cs="Arial"/>
          <w:color w:val="1C1F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current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31343B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nature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post.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additio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new</w:t>
      </w:r>
      <w:r w:rsidRPr="00CB7779">
        <w:rPr>
          <w:rFonts w:ascii="Arial" w:eastAsiaTheme="minorEastAsia" w:hAnsi="Arial" w:cs="Arial"/>
          <w:color w:val="1C1F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little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experience</w:t>
      </w:r>
      <w:r w:rsidRPr="00CB7779">
        <w:rPr>
          <w:rFonts w:ascii="Arial" w:eastAsiaTheme="minorEastAsia" w:hAnsi="Arial" w:cs="Arial"/>
          <w:color w:val="1C1F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outdoors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monitored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more</w:t>
      </w:r>
      <w:r w:rsidRPr="00CB7779">
        <w:rPr>
          <w:rFonts w:ascii="Arial" w:eastAsiaTheme="minorEastAsia" w:hAnsi="Arial" w:cs="Arial"/>
          <w:color w:val="31343B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94"/>
          <w:sz w:val="20"/>
          <w:szCs w:val="20"/>
        </w:rPr>
        <w:t>c</w:t>
      </w:r>
      <w:r>
        <w:rPr>
          <w:rFonts w:ascii="Arial" w:eastAsiaTheme="minorEastAsia" w:hAnsi="Arial" w:cs="Arial"/>
          <w:color w:val="1C1F28"/>
          <w:w w:val="94"/>
          <w:sz w:val="20"/>
          <w:szCs w:val="20"/>
        </w:rPr>
        <w:t>los</w:t>
      </w:r>
      <w:r w:rsidRPr="00CB7779">
        <w:rPr>
          <w:rFonts w:ascii="Arial" w:eastAsiaTheme="minorEastAsia" w:hAnsi="Arial" w:cs="Arial"/>
          <w:color w:val="1C1F28"/>
          <w:w w:val="94"/>
          <w:sz w:val="20"/>
          <w:szCs w:val="20"/>
        </w:rPr>
        <w:t>ely</w:t>
      </w:r>
      <w:r w:rsidRPr="00CB7779">
        <w:rPr>
          <w:rFonts w:ascii="Arial" w:eastAsiaTheme="minorEastAsia" w:hAnsi="Arial" w:cs="Arial"/>
          <w:color w:val="1C1F28"/>
          <w:spacing w:val="13"/>
          <w:w w:val="9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acclimatization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 xml:space="preserve">process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C1F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C1F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experiencing</w:t>
      </w:r>
      <w:r w:rsidRPr="00CB7779">
        <w:rPr>
          <w:rFonts w:ascii="Arial" w:eastAsiaTheme="minorEastAsia" w:hAnsi="Arial" w:cs="Arial"/>
          <w:color w:val="1C1F28"/>
          <w:spacing w:val="2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symptoms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3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C1F28"/>
          <w:spacing w:val="-2"/>
          <w:w w:val="10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4444B"/>
          <w:w w:val="94"/>
          <w:sz w:val="20"/>
          <w:szCs w:val="20"/>
        </w:rPr>
        <w:t>.</w:t>
      </w:r>
    </w:p>
    <w:p w14:paraId="5DBFE8E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eastAsiaTheme="minorEastAsia" w:hAnsi="Arial" w:cs="Arial"/>
          <w:color w:val="000000"/>
        </w:rPr>
      </w:pPr>
    </w:p>
    <w:p w14:paraId="2655D3C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V.</w:t>
      </w:r>
      <w:r w:rsidRPr="00CB7779">
        <w:rPr>
          <w:rFonts w:ascii="Arial" w:eastAsiaTheme="minorEastAsia" w:hAnsi="Arial" w:cs="Arial"/>
          <w:b/>
          <w:bCs/>
          <w:color w:val="31343B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b/>
          <w:bCs/>
          <w:color w:val="31343B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of</w:t>
      </w:r>
      <w:r w:rsidRPr="00CB7779">
        <w:rPr>
          <w:rFonts w:ascii="Arial" w:eastAsiaTheme="minorEastAsia" w:hAnsi="Arial" w:cs="Arial"/>
          <w:b/>
          <w:bCs/>
          <w:color w:val="31343B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sz w:val="20"/>
          <w:szCs w:val="20"/>
        </w:rPr>
        <w:t>Heat</w:t>
      </w:r>
      <w:r w:rsidRPr="00CB7779">
        <w:rPr>
          <w:rFonts w:ascii="Arial" w:eastAsiaTheme="minorEastAsia" w:hAnsi="Arial" w:cs="Arial"/>
          <w:b/>
          <w:bCs/>
          <w:color w:val="31343B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1343B"/>
          <w:w w:val="101"/>
          <w:sz w:val="20"/>
          <w:szCs w:val="20"/>
        </w:rPr>
        <w:t>Exposure</w:t>
      </w:r>
    </w:p>
    <w:p w14:paraId="45AB7E65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F1CCC7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3" w:line="244" w:lineRule="auto"/>
        <w:ind w:right="58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C1F28"/>
          <w:sz w:val="20"/>
          <w:szCs w:val="20"/>
        </w:rPr>
        <w:t>Once</w:t>
      </w:r>
      <w:r w:rsidRPr="00CB7779">
        <w:rPr>
          <w:rFonts w:ascii="Arial" w:eastAsiaTheme="minorEastAsia" w:hAnsi="Arial" w:cs="Arial"/>
          <w:color w:val="1C1F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31343B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been</w:t>
      </w:r>
      <w:r w:rsidRPr="00CB7779">
        <w:rPr>
          <w:rFonts w:ascii="Arial" w:eastAsiaTheme="minorEastAsia" w:hAnsi="Arial" w:cs="Arial"/>
          <w:color w:val="1C1F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31343B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1343B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31343B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HIPP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 importance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illness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prevention,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all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C1F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C1F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expected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to take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personal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responsibility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ensuring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C1F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C1F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2"/>
          <w:sz w:val="20"/>
          <w:szCs w:val="20"/>
        </w:rPr>
        <w:t xml:space="preserve">are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consu</w:t>
      </w:r>
      <w:r w:rsidRPr="00CB7779">
        <w:rPr>
          <w:rFonts w:ascii="Arial" w:eastAsiaTheme="minorEastAsia" w:hAnsi="Arial" w:cs="Arial"/>
          <w:color w:val="1C1F28"/>
          <w:spacing w:val="-3"/>
          <w:sz w:val="20"/>
          <w:szCs w:val="20"/>
        </w:rPr>
        <w:t>m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44444B"/>
          <w:spacing w:val="-1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g</w:t>
      </w:r>
      <w:r w:rsidRPr="00CB7779">
        <w:rPr>
          <w:rFonts w:ascii="Arial" w:eastAsiaTheme="minorEastAsia" w:hAnsi="Arial" w:cs="Arial"/>
          <w:color w:val="1C1F28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sufficient</w:t>
      </w:r>
      <w:r w:rsidRPr="00CB7779">
        <w:rPr>
          <w:rFonts w:ascii="Arial" w:eastAsiaTheme="minorEastAsia" w:hAnsi="Arial" w:cs="Arial"/>
          <w:color w:val="1C1F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1C1F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44444B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44444B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seeking</w:t>
      </w:r>
      <w:r w:rsidRPr="00CB7779">
        <w:rPr>
          <w:rFonts w:ascii="Arial" w:eastAsiaTheme="minorEastAsia" w:hAnsi="Arial" w:cs="Arial"/>
          <w:color w:val="1C1F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1C1F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when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necessary</w:t>
      </w:r>
      <w:r w:rsidRPr="00CB7779">
        <w:rPr>
          <w:rFonts w:ascii="Arial" w:eastAsiaTheme="minorEastAsia" w:hAnsi="Arial" w:cs="Arial"/>
          <w:color w:val="1C1F28"/>
          <w:spacing w:val="3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C1F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properly</w:t>
      </w:r>
      <w:r w:rsidRPr="00CB7779">
        <w:rPr>
          <w:rFonts w:ascii="Arial" w:eastAsiaTheme="minorEastAsia" w:hAnsi="Arial" w:cs="Arial"/>
          <w:color w:val="1C1F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C1F28"/>
          <w:w w:val="101"/>
          <w:sz w:val="20"/>
          <w:szCs w:val="20"/>
        </w:rPr>
        <w:t xml:space="preserve">acclimatizing </w:t>
      </w:r>
      <w:r w:rsidRPr="00CB7779">
        <w:rPr>
          <w:rFonts w:ascii="Arial" w:eastAsiaTheme="minorEastAsia" w:hAnsi="Arial" w:cs="Arial"/>
          <w:color w:val="1C1F28"/>
          <w:sz w:val="20"/>
          <w:szCs w:val="20"/>
        </w:rPr>
        <w:t>themselves</w:t>
      </w:r>
      <w:r>
        <w:rPr>
          <w:rFonts w:ascii="Arial" w:eastAsiaTheme="minorEastAsia" w:hAnsi="Arial" w:cs="Arial"/>
          <w:color w:val="1C1F28"/>
          <w:sz w:val="20"/>
          <w:szCs w:val="20"/>
        </w:rPr>
        <w:t xml:space="preserve"> for outdoor work. 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0F111A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close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proximity to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another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assigned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"buddy"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look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discomfort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0F111A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where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2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required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patrol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remote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separate</w:t>
      </w:r>
      <w:r w:rsidRPr="00CB7779">
        <w:rPr>
          <w:rFonts w:ascii="Arial" w:eastAsiaTheme="minorEastAsia" w:hAnsi="Arial" w:cs="Arial"/>
          <w:color w:val="0F111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without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immediate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interaction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employees,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 supervisor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 ensure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 individual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showing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signs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necessity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 monitor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monitor,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frequency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assess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employee's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status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 of</w:t>
      </w:r>
      <w:r w:rsidRPr="00CB7779">
        <w:rPr>
          <w:rFonts w:ascii="Arial" w:eastAsiaTheme="minorEastAsia" w:hAnsi="Arial" w:cs="Arial"/>
          <w:color w:val="1F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those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-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monitored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-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0F111A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site-specific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guidelines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post.</w:t>
      </w:r>
    </w:p>
    <w:p w14:paraId="6EDDFBE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9" w:line="220" w:lineRule="exact"/>
        <w:rPr>
          <w:rFonts w:ascii="Arial" w:eastAsiaTheme="minorEastAsia" w:hAnsi="Arial" w:cs="Arial"/>
          <w:color w:val="000000"/>
        </w:rPr>
      </w:pPr>
    </w:p>
    <w:p w14:paraId="5514B51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VI.</w:t>
      </w:r>
      <w:r w:rsidRPr="00CB7779">
        <w:rPr>
          <w:rFonts w:ascii="Arial" w:eastAsiaTheme="minorEastAsia" w:hAnsi="Arial" w:cs="Arial"/>
          <w:b/>
          <w:bCs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b/>
          <w:bCs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w w:val="103"/>
          <w:sz w:val="20"/>
          <w:szCs w:val="20"/>
        </w:rPr>
        <w:t>P</w:t>
      </w:r>
      <w:r w:rsidRPr="00CB7779">
        <w:rPr>
          <w:rFonts w:ascii="Arial" w:eastAsiaTheme="minorEastAsia" w:hAnsi="Arial" w:cs="Arial"/>
          <w:b/>
          <w:bCs/>
          <w:color w:val="3D3F44"/>
          <w:spacing w:val="-1"/>
          <w:w w:val="99"/>
          <w:sz w:val="20"/>
          <w:szCs w:val="20"/>
        </w:rPr>
        <w:t>r</w:t>
      </w:r>
      <w:r w:rsidRPr="00CB7779">
        <w:rPr>
          <w:rFonts w:ascii="Arial" w:eastAsiaTheme="minorEastAsia" w:hAnsi="Arial" w:cs="Arial"/>
          <w:b/>
          <w:bCs/>
          <w:color w:val="1F2128"/>
          <w:w w:val="101"/>
          <w:sz w:val="20"/>
          <w:szCs w:val="20"/>
        </w:rPr>
        <w:t>ocedures</w:t>
      </w:r>
    </w:p>
    <w:p w14:paraId="1674F36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1FA97B8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3" w:lineRule="auto"/>
        <w:ind w:right="183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In 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1F2128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F2128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requires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attention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illnes</w:t>
      </w:r>
      <w:r w:rsidRPr="00CB7779">
        <w:rPr>
          <w:rFonts w:ascii="Arial" w:eastAsiaTheme="minorEastAsia" w:hAnsi="Arial" w:cs="Arial"/>
          <w:color w:val="1F2128"/>
          <w:spacing w:val="-1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w w:val="88"/>
          <w:sz w:val="20"/>
          <w:szCs w:val="20"/>
        </w:rPr>
        <w:t xml:space="preserve">,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following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followed:</w:t>
      </w:r>
    </w:p>
    <w:p w14:paraId="43F5834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3CB8FC7A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4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-51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3D3F44"/>
          <w:sz w:val="20"/>
          <w:szCs w:val="20"/>
        </w:rPr>
        <w:t xml:space="preserve">      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Immediately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possible.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 there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sufficient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4"/>
          <w:sz w:val="20"/>
          <w:szCs w:val="20"/>
        </w:rPr>
        <w:t>the</w:t>
      </w:r>
    </w:p>
    <w:p w14:paraId="1FBAA013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4"/>
          <w:sz w:val="20"/>
          <w:szCs w:val="20"/>
        </w:rPr>
        <w:t xml:space="preserve">    </w:t>
      </w:r>
      <w:r w:rsidRPr="006307F5">
        <w:rPr>
          <w:rFonts w:ascii="Arial" w:eastAsiaTheme="minorEastAsia" w:hAnsi="Arial" w:cs="Arial"/>
          <w:color w:val="1F2128"/>
          <w:w w:val="104"/>
          <w:sz w:val="10"/>
          <w:szCs w:val="10"/>
        </w:rPr>
        <w:t xml:space="preserve">     </w:t>
      </w:r>
      <w:r>
        <w:rPr>
          <w:rFonts w:ascii="Arial" w:eastAsiaTheme="minorEastAsia" w:hAnsi="Arial" w:cs="Arial"/>
          <w:color w:val="1F2128"/>
          <w:w w:val="104"/>
          <w:sz w:val="10"/>
          <w:szCs w:val="10"/>
        </w:rPr>
        <w:t xml:space="preserve">      </w:t>
      </w:r>
      <w:r w:rsidRPr="006307F5">
        <w:rPr>
          <w:rFonts w:ascii="Arial" w:eastAsiaTheme="minorEastAsia" w:hAnsi="Arial" w:cs="Arial"/>
          <w:color w:val="1F2128"/>
          <w:sz w:val="10"/>
          <w:szCs w:val="10"/>
        </w:rPr>
        <w:t xml:space="preserve">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severity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symptom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personnel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to</w:t>
      </w:r>
    </w:p>
    <w:p w14:paraId="559BC4E1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   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646267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646267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informatio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11A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directions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and</w:t>
      </w:r>
    </w:p>
    <w:p w14:paraId="53DCCC9F" w14:textId="77777777" w:rsidR="0019564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1F2128"/>
          <w:w w:val="102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   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nearest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facility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0F111A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written</w:t>
      </w:r>
    </w:p>
    <w:p w14:paraId="58A2C448" w14:textId="77777777" w:rsidR="00195649" w:rsidRPr="00CB7779" w:rsidRDefault="00195649" w:rsidP="00195649">
      <w:pPr>
        <w:widowControl w:val="0"/>
        <w:tabs>
          <w:tab w:val="left" w:pos="0"/>
        </w:tabs>
        <w:autoSpaceDE w:val="0"/>
        <w:autoSpaceDN w:val="0"/>
        <w:adjustRightInd w:val="0"/>
        <w:spacing w:line="246" w:lineRule="auto"/>
        <w:ind w:right="79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   </w:t>
      </w:r>
      <w:r w:rsidRPr="006307F5"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</w:t>
      </w:r>
      <w:r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   </w:t>
      </w:r>
      <w:r w:rsidRPr="006307F5">
        <w:rPr>
          <w:rFonts w:ascii="Arial" w:eastAsiaTheme="minorEastAsia" w:hAnsi="Arial" w:cs="Arial"/>
          <w:color w:val="1F2128"/>
          <w:w w:val="102"/>
          <w:sz w:val="10"/>
          <w:szCs w:val="10"/>
        </w:rPr>
        <w:t xml:space="preserve">  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 guideline</w:t>
      </w:r>
      <w:r w:rsidRPr="00CB7779">
        <w:rPr>
          <w:rFonts w:ascii="Arial" w:eastAsiaTheme="minorEastAsia" w:hAnsi="Arial" w:cs="Arial"/>
          <w:color w:val="1F2128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w w:val="94"/>
          <w:sz w:val="20"/>
          <w:szCs w:val="20"/>
        </w:rPr>
        <w:t>.</w:t>
      </w:r>
    </w:p>
    <w:p w14:paraId="7750D3C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4" w:line="220" w:lineRule="exact"/>
        <w:rPr>
          <w:rFonts w:ascii="Arial" w:eastAsiaTheme="minorEastAsia" w:hAnsi="Arial" w:cs="Arial"/>
          <w:color w:val="000000"/>
        </w:rPr>
      </w:pPr>
    </w:p>
    <w:p w14:paraId="72DA2A8C" w14:textId="77777777" w:rsidR="00195649" w:rsidRPr="00CB7779" w:rsidRDefault="00195649" w:rsidP="00195649">
      <w:pPr>
        <w:widowControl w:val="0"/>
        <w:tabs>
          <w:tab w:val="left" w:pos="780"/>
        </w:tabs>
        <w:autoSpaceDE w:val="0"/>
        <w:autoSpaceDN w:val="0"/>
        <w:adjustRightInd w:val="0"/>
        <w:spacing w:line="246" w:lineRule="auto"/>
        <w:ind w:left="660" w:right="78" w:hanging="66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lastRenderedPageBreak/>
        <w:t>2.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ab/>
        <w:t>After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report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made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11A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0F111A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3"/>
          <w:sz w:val="20"/>
          <w:szCs w:val="20"/>
        </w:rPr>
        <w:t xml:space="preserve">medical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personnel</w:t>
      </w:r>
      <w:r w:rsidRPr="00CB7779">
        <w:rPr>
          <w:rFonts w:ascii="Arial" w:eastAsiaTheme="minorEastAsia" w:hAnsi="Arial" w:cs="Arial"/>
          <w:color w:val="1F2128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 they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already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been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contacte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The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information,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identification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3D3F44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ections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from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nearest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emergency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facility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 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guideline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3D3F44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All</w:t>
      </w:r>
      <w:r w:rsidRPr="00CB7779">
        <w:rPr>
          <w:rFonts w:ascii="Arial" w:eastAsiaTheme="minorEastAsia" w:hAnsi="Arial" w:cs="Arial"/>
          <w:color w:val="1F2128"/>
          <w:spacing w:val="2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should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have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working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charged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mobile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telephone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so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they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can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promptly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request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medical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services.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also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ensure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there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adequate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cell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phone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coverage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area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-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assigned</w:t>
      </w:r>
      <w:r w:rsidRPr="00CB7779">
        <w:rPr>
          <w:rFonts w:ascii="Arial" w:eastAsiaTheme="minorEastAsia" w:hAnsi="Arial" w:cs="Arial"/>
          <w:color w:val="4F4F52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4F4F52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If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cell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phone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coverage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available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intermitten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should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make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alternative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arrangements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allow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contact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with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emergency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personnel.</w:t>
      </w:r>
    </w:p>
    <w:p w14:paraId="369F3D5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20" w:line="220" w:lineRule="exact"/>
        <w:rPr>
          <w:rFonts w:ascii="Arial" w:eastAsiaTheme="minorEastAsia" w:hAnsi="Arial" w:cs="Arial"/>
          <w:color w:val="000000"/>
        </w:rPr>
      </w:pPr>
    </w:p>
    <w:p w14:paraId="1601E00B" w14:textId="77777777" w:rsidR="00195649" w:rsidRPr="00CB7779" w:rsidRDefault="00195649" w:rsidP="00195649">
      <w:pPr>
        <w:widowControl w:val="0"/>
        <w:tabs>
          <w:tab w:val="left" w:pos="800"/>
        </w:tabs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>3</w:t>
      </w:r>
      <w:r>
        <w:rPr>
          <w:rFonts w:ascii="Arial" w:eastAsiaTheme="minorEastAsia" w:hAnsi="Arial" w:cs="Arial"/>
          <w:color w:val="4F4F52"/>
          <w:sz w:val="20"/>
          <w:szCs w:val="20"/>
        </w:rPr>
        <w:t xml:space="preserve">.       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Provide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first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aid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outlined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Section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1</w:t>
      </w:r>
      <w:r w:rsidRPr="00CB7779">
        <w:rPr>
          <w:rFonts w:ascii="Arial" w:eastAsiaTheme="minorEastAsia" w:hAnsi="Arial" w:cs="Arial"/>
          <w:color w:val="3D3F44"/>
          <w:spacing w:val="4"/>
          <w:sz w:val="20"/>
          <w:szCs w:val="20"/>
        </w:rPr>
        <w:t>.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0.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Above</w:t>
      </w:r>
    </w:p>
    <w:p w14:paraId="60FCD5D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6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5EA5979D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VII.</w:t>
      </w:r>
      <w:r w:rsidRPr="00CB7779">
        <w:rPr>
          <w:rFonts w:ascii="Arial" w:eastAsiaTheme="minorEastAsia" w:hAnsi="Arial" w:cs="Arial"/>
          <w:b/>
          <w:bCs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1F21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b/>
          <w:bCs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3D3F44"/>
          <w:spacing w:val="2"/>
          <w:w w:val="99"/>
          <w:sz w:val="20"/>
          <w:szCs w:val="20"/>
        </w:rPr>
        <w:t>T</w:t>
      </w:r>
      <w:r w:rsidRPr="00CB7779">
        <w:rPr>
          <w:rFonts w:ascii="Arial" w:eastAsiaTheme="minorEastAsia" w:hAnsi="Arial" w:cs="Arial"/>
          <w:b/>
          <w:bCs/>
          <w:color w:val="1F2128"/>
          <w:w w:val="101"/>
          <w:sz w:val="20"/>
          <w:szCs w:val="20"/>
        </w:rPr>
        <w:t>racking</w:t>
      </w:r>
    </w:p>
    <w:p w14:paraId="11B6467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7" w:line="220" w:lineRule="exact"/>
        <w:rPr>
          <w:rFonts w:ascii="Arial" w:eastAsiaTheme="minorEastAsia" w:hAnsi="Arial" w:cs="Arial"/>
          <w:color w:val="000000"/>
        </w:rPr>
      </w:pPr>
    </w:p>
    <w:p w14:paraId="18B91FD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3" w:lineRule="auto"/>
        <w:ind w:right="357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track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weather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predictions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regular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basis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year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round.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summer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months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(May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September)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during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wav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track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predicted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high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F2128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on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daily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basi</w:t>
      </w:r>
      <w:r w:rsidRPr="00CB7779">
        <w:rPr>
          <w:rFonts w:ascii="Arial" w:eastAsiaTheme="minorEastAsia" w:hAnsi="Arial" w:cs="Arial"/>
          <w:color w:val="1F2128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4F4F52"/>
          <w:w w:val="117"/>
          <w:sz w:val="20"/>
          <w:szCs w:val="20"/>
        </w:rPr>
        <w:t>.</w:t>
      </w:r>
    </w:p>
    <w:p w14:paraId="11064256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9" w:line="200" w:lineRule="exact"/>
        <w:rPr>
          <w:rFonts w:ascii="Arial" w:eastAsiaTheme="minorEastAsia" w:hAnsi="Arial" w:cs="Arial"/>
          <w:color w:val="000000"/>
          <w:sz w:val="20"/>
          <w:szCs w:val="20"/>
        </w:rPr>
      </w:pPr>
    </w:p>
    <w:p w14:paraId="382B939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51" w:lineRule="auto"/>
        <w:ind w:right="76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>e</w:t>
      </w:r>
      <w:r w:rsidRPr="00CB7779">
        <w:rPr>
          <w:rFonts w:ascii="Arial" w:eastAsiaTheme="minorEastAsia" w:hAnsi="Arial" w:cs="Arial"/>
          <w:color w:val="3D3F44"/>
          <w:spacing w:val="5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atures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exceeding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90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degrees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Fahrenheit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wave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3"/>
          <w:sz w:val="20"/>
          <w:szCs w:val="20"/>
        </w:rPr>
        <w:t xml:space="preserve">unusual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other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than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May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September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will assess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need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to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additional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 alterations</w:t>
      </w:r>
      <w:r w:rsidRPr="00CB7779">
        <w:rPr>
          <w:rFonts w:ascii="Arial" w:eastAsiaTheme="minorEastAsia" w:hAnsi="Arial" w:cs="Arial"/>
          <w:color w:val="1F2128"/>
          <w:spacing w:val="-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 assignments</w:t>
      </w:r>
      <w:r w:rsidRPr="00CB7779">
        <w:rPr>
          <w:rFonts w:ascii="Arial" w:eastAsiaTheme="minorEastAsia" w:hAnsi="Arial" w:cs="Arial"/>
          <w:color w:val="1F2128"/>
          <w:spacing w:val="-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 reduce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-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 xml:space="preserve">risk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heat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2"/>
          <w:sz w:val="20"/>
          <w:szCs w:val="20"/>
        </w:rPr>
        <w:t>illness</w:t>
      </w:r>
    </w:p>
    <w:p w14:paraId="7AC8EF9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0" w:line="220" w:lineRule="exact"/>
        <w:rPr>
          <w:rFonts w:ascii="Arial" w:eastAsiaTheme="minorEastAsia" w:hAnsi="Arial" w:cs="Arial"/>
          <w:color w:val="000000"/>
        </w:rPr>
      </w:pPr>
    </w:p>
    <w:p w14:paraId="099CBD31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Such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considerations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include:</w:t>
      </w:r>
    </w:p>
    <w:p w14:paraId="5D12B6F9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4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z w:val="20"/>
          <w:szCs w:val="20"/>
        </w:rPr>
        <w:t>1.</w:t>
      </w:r>
      <w:r w:rsidRPr="00850449">
        <w:rPr>
          <w:rFonts w:ascii="Arial" w:eastAsiaTheme="minorEastAsia" w:hAnsi="Arial" w:cs="Arial"/>
          <w:color w:val="1F2128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1F2128"/>
          <w:sz w:val="6"/>
          <w:szCs w:val="6"/>
        </w:rPr>
        <w:t xml:space="preserve">   </w:t>
      </w:r>
      <w:r w:rsidRPr="00850449">
        <w:rPr>
          <w:rFonts w:ascii="Arial" w:eastAsiaTheme="minorEastAsia" w:hAnsi="Arial" w:cs="Arial"/>
          <w:color w:val="1F2128"/>
          <w:spacing w:val="47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Modified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schedules</w:t>
      </w:r>
      <w:r w:rsidRPr="00CB7779">
        <w:rPr>
          <w:rFonts w:ascii="Arial" w:eastAsiaTheme="minorEastAsia" w:hAnsi="Arial" w:cs="Arial"/>
          <w:color w:val="1F2128"/>
          <w:spacing w:val="1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(reduced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length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shift,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timing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 shift</w:t>
      </w:r>
      <w:r w:rsidRPr="00CB7779">
        <w:rPr>
          <w:rFonts w:ascii="Arial" w:eastAsiaTheme="minorEastAsia" w:hAnsi="Arial" w:cs="Arial"/>
          <w:color w:val="1F212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1F2128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cooler</w:t>
      </w:r>
      <w:r w:rsidRPr="00CB7779">
        <w:rPr>
          <w:rFonts w:ascii="Arial" w:eastAsiaTheme="minorEastAsia" w:hAnsi="Arial" w:cs="Arial"/>
          <w:color w:val="1F2128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portions</w:t>
      </w:r>
      <w:r w:rsidRPr="00CB7779">
        <w:rPr>
          <w:rFonts w:ascii="Arial" w:eastAsiaTheme="minorEastAsia" w:hAnsi="Arial" w:cs="Arial"/>
          <w:color w:val="1F2128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da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>y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</w:p>
    <w:p w14:paraId="320254C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7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1F2128"/>
          <w:sz w:val="20"/>
          <w:szCs w:val="20"/>
        </w:rPr>
        <w:t xml:space="preserve"> </w:t>
      </w:r>
      <w:r w:rsidRPr="00CD6123">
        <w:rPr>
          <w:rFonts w:ascii="Arial" w:eastAsiaTheme="minorEastAsia" w:hAnsi="Arial" w:cs="Arial"/>
          <w:color w:val="1F2128"/>
          <w:sz w:val="6"/>
          <w:szCs w:val="6"/>
        </w:rPr>
        <w:t xml:space="preserve">   </w:t>
      </w:r>
      <w:r>
        <w:rPr>
          <w:rFonts w:ascii="Arial" w:eastAsiaTheme="minorEastAsia" w:hAnsi="Arial" w:cs="Arial"/>
          <w:color w:val="1F2128"/>
          <w:sz w:val="6"/>
          <w:szCs w:val="6"/>
        </w:rPr>
        <w:t xml:space="preserve">          </w:t>
      </w:r>
      <w:r w:rsidRPr="00CD6123">
        <w:rPr>
          <w:rFonts w:ascii="Arial" w:eastAsiaTheme="minorEastAsia" w:hAnsi="Arial" w:cs="Arial"/>
          <w:color w:val="1F2128"/>
          <w:sz w:val="6"/>
          <w:szCs w:val="6"/>
        </w:rPr>
        <w:t xml:space="preserve"> 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ending</w:t>
      </w:r>
      <w:r w:rsidRPr="00CB7779">
        <w:rPr>
          <w:rFonts w:ascii="Arial" w:eastAsiaTheme="minorEastAsia" w:hAnsi="Arial" w:cs="Arial"/>
          <w:color w:val="1F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shift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early)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possible.</w:t>
      </w:r>
    </w:p>
    <w:p w14:paraId="1E7C67B0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4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>2</w:t>
      </w:r>
      <w:r w:rsidRPr="00CB7779">
        <w:rPr>
          <w:rFonts w:ascii="Arial" w:eastAsiaTheme="minorEastAsia" w:hAnsi="Arial" w:cs="Arial"/>
          <w:color w:val="646267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646267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646267"/>
          <w:sz w:val="6"/>
          <w:szCs w:val="6"/>
        </w:rPr>
        <w:t xml:space="preserve">     </w:t>
      </w:r>
      <w:r w:rsidRPr="00850449">
        <w:rPr>
          <w:rFonts w:ascii="Arial" w:eastAsiaTheme="minorEastAsia" w:hAnsi="Arial" w:cs="Arial"/>
          <w:color w:val="646267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646267"/>
          <w:spacing w:val="13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breaks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recommended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water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>consumptio</w:t>
      </w:r>
      <w:r w:rsidRPr="00CB7779">
        <w:rPr>
          <w:rFonts w:ascii="Arial" w:eastAsiaTheme="minorEastAsia" w:hAnsi="Arial" w:cs="Arial"/>
          <w:color w:val="1F2128"/>
          <w:spacing w:val="-4"/>
          <w:w w:val="102"/>
          <w:sz w:val="20"/>
          <w:szCs w:val="20"/>
        </w:rPr>
        <w:t>n</w:t>
      </w:r>
      <w:r w:rsidRPr="00CB7779">
        <w:rPr>
          <w:rFonts w:ascii="Arial" w:eastAsiaTheme="minorEastAsia" w:hAnsi="Arial" w:cs="Arial"/>
          <w:color w:val="646267"/>
          <w:w w:val="117"/>
          <w:sz w:val="20"/>
          <w:szCs w:val="20"/>
        </w:rPr>
        <w:t>.</w:t>
      </w:r>
    </w:p>
    <w:p w14:paraId="25A2804A" w14:textId="77777777" w:rsidR="0019564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1F2128"/>
          <w:w w:val="101"/>
          <w:sz w:val="20"/>
          <w:szCs w:val="20"/>
        </w:rPr>
      </w:pPr>
      <w:r w:rsidRPr="00CB7779">
        <w:rPr>
          <w:rFonts w:ascii="Arial" w:eastAsiaTheme="minorEastAsia" w:hAnsi="Arial" w:cs="Arial"/>
          <w:color w:val="1F2128"/>
          <w:spacing w:val="1"/>
          <w:sz w:val="20"/>
          <w:szCs w:val="20"/>
        </w:rPr>
        <w:t>3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3D3F44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3D3F44"/>
          <w:sz w:val="6"/>
          <w:szCs w:val="6"/>
        </w:rPr>
        <w:t xml:space="preserve">     </w:t>
      </w:r>
      <w:r w:rsidRPr="00850449">
        <w:rPr>
          <w:rFonts w:ascii="Arial" w:eastAsiaTheme="minorEastAsia" w:hAnsi="Arial" w:cs="Arial"/>
          <w:color w:val="3D3F44"/>
          <w:spacing w:val="6"/>
          <w:sz w:val="6"/>
          <w:szCs w:val="6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monitoring</w:t>
      </w:r>
      <w:r w:rsidRPr="00CB7779">
        <w:rPr>
          <w:rFonts w:ascii="Arial" w:eastAsiaTheme="minorEastAsia" w:hAnsi="Arial" w:cs="Arial"/>
          <w:color w:val="1F2128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1F2128"/>
          <w:spacing w:val="-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1F2128"/>
          <w:spacing w:val="2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by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supervisor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designated</w:t>
      </w:r>
      <w:r w:rsidRPr="00CB7779">
        <w:rPr>
          <w:rFonts w:ascii="Arial" w:eastAsiaTheme="minorEastAsia" w:hAnsi="Arial" w:cs="Arial"/>
          <w:color w:val="1F2128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1F212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trained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individual.</w:t>
      </w:r>
      <w:r w:rsidRPr="00CB7779">
        <w:rPr>
          <w:rFonts w:ascii="Arial" w:eastAsiaTheme="minorEastAsia" w:hAnsi="Arial" w:cs="Arial"/>
          <w:color w:val="1F2128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For </w:t>
      </w:r>
      <w:r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 </w:t>
      </w:r>
    </w:p>
    <w:p w14:paraId="662056F2" w14:textId="77777777" w:rsidR="0019564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23262F"/>
          <w:spacing w:val="15"/>
          <w:sz w:val="20"/>
          <w:szCs w:val="20"/>
        </w:rPr>
      </w:pPr>
      <w:r w:rsidRPr="00146D20"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</w:t>
      </w:r>
      <w:r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        </w:t>
      </w:r>
      <w:r w:rsidRPr="00146D20">
        <w:rPr>
          <w:rFonts w:ascii="Arial" w:eastAsiaTheme="minorEastAsia" w:hAnsi="Arial" w:cs="Arial"/>
          <w:color w:val="1F2128"/>
          <w:w w:val="101"/>
          <w:sz w:val="6"/>
          <w:szCs w:val="6"/>
        </w:rPr>
        <w:t xml:space="preserve">   </w:t>
      </w:r>
      <w:r>
        <w:rPr>
          <w:rFonts w:ascii="Arial" w:eastAsiaTheme="minorEastAsia" w:hAnsi="Arial" w:cs="Arial"/>
          <w:color w:val="1F2128"/>
          <w:w w:val="10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worksites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where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-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</w:t>
      </w:r>
      <w:r w:rsidRPr="00CB7779">
        <w:rPr>
          <w:rFonts w:ascii="Arial" w:eastAsiaTheme="minorEastAsia" w:hAnsi="Arial" w:cs="Arial"/>
          <w:color w:val="1F2128"/>
          <w:spacing w:val="4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is</w:t>
      </w:r>
      <w:r w:rsidRPr="00CB7779">
        <w:rPr>
          <w:rFonts w:ascii="Arial" w:eastAsiaTheme="minorEastAsia" w:hAnsi="Arial" w:cs="Arial"/>
          <w:color w:val="1F2128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no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3D3F44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>d</w:t>
      </w:r>
      <w:r w:rsidRPr="00CB7779">
        <w:rPr>
          <w:rFonts w:ascii="Arial" w:eastAsiaTheme="minorEastAsia" w:hAnsi="Arial" w:cs="Arial"/>
          <w:color w:val="3D3F44"/>
          <w:sz w:val="20"/>
          <w:szCs w:val="20"/>
        </w:rPr>
        <w:t>,</w:t>
      </w:r>
      <w:r w:rsidRPr="00CB7779">
        <w:rPr>
          <w:rFonts w:ascii="Arial" w:eastAsiaTheme="minorEastAsia" w:hAnsi="Arial" w:cs="Arial"/>
          <w:color w:val="3D3F44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1F2128"/>
          <w:spacing w:val="1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1F2128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might</w:t>
      </w:r>
      <w:r w:rsidRPr="00CB7779">
        <w:rPr>
          <w:rFonts w:ascii="Arial" w:eastAsiaTheme="minorEastAsia" w:hAnsi="Arial" w:cs="Arial"/>
          <w:color w:val="1F2128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consider</w:t>
      </w:r>
      <w:r w:rsidRPr="00CB7779">
        <w:rPr>
          <w:rFonts w:ascii="Arial" w:eastAsiaTheme="minorEastAsia" w:hAnsi="Arial" w:cs="Arial"/>
          <w:color w:val="1F2128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assigning</w:t>
      </w:r>
      <w:r w:rsidRPr="00CB7779">
        <w:rPr>
          <w:rFonts w:ascii="Arial" w:eastAsiaTheme="minorEastAsia" w:hAnsi="Arial" w:cs="Arial"/>
          <w:color w:val="1F2128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a</w:t>
      </w:r>
      <w:r w:rsidRPr="00CB7779">
        <w:rPr>
          <w:rFonts w:ascii="Arial" w:eastAsiaTheme="minorEastAsia" w:hAnsi="Arial" w:cs="Arial"/>
          <w:color w:val="1F2128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monitor</w:t>
      </w:r>
      <w:r w:rsidRPr="00CB7779">
        <w:rPr>
          <w:rFonts w:ascii="Arial" w:eastAsiaTheme="minorEastAsia" w:hAnsi="Arial" w:cs="Arial"/>
          <w:color w:val="1F2128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1F2128"/>
          <w:sz w:val="20"/>
          <w:szCs w:val="20"/>
        </w:rPr>
        <w:t>for</w:t>
      </w:r>
      <w:r>
        <w:rPr>
          <w:rFonts w:ascii="Arial" w:eastAsiaTheme="minorEastAsia" w:hAnsi="Arial" w:cs="Arial"/>
          <w:color w:val="1F2128"/>
          <w:sz w:val="20"/>
          <w:szCs w:val="20"/>
        </w:rPr>
        <w:t xml:space="preserve"> a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period</w:t>
      </w:r>
      <w:r w:rsidRPr="00CB7779"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</w:p>
    <w:p w14:paraId="01B4675F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  </w:t>
      </w:r>
      <w:r w:rsidRPr="00850449">
        <w:rPr>
          <w:rFonts w:ascii="Arial" w:eastAsiaTheme="minorEastAsia" w:hAnsi="Arial" w:cs="Arial"/>
          <w:color w:val="23262F"/>
          <w:spacing w:val="15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23262F"/>
          <w:spacing w:val="15"/>
          <w:sz w:val="6"/>
          <w:szCs w:val="6"/>
        </w:rPr>
        <w:t xml:space="preserve">  </w:t>
      </w:r>
      <w:r w:rsidRPr="00CB7779">
        <w:rPr>
          <w:rFonts w:ascii="Arial" w:eastAsiaTheme="minorEastAsia" w:hAnsi="Arial" w:cs="Arial"/>
          <w:color w:val="0F131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318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time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in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event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0F1318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0F1318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higher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temperature</w:t>
      </w:r>
      <w:r w:rsidRPr="00CB7779">
        <w:rPr>
          <w:rFonts w:ascii="Arial" w:eastAsiaTheme="minorEastAsia" w:hAnsi="Arial" w:cs="Arial"/>
          <w:color w:val="23262F"/>
          <w:spacing w:val="-2"/>
          <w:w w:val="102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F4146"/>
          <w:w w:val="94"/>
          <w:sz w:val="20"/>
          <w:szCs w:val="20"/>
        </w:rPr>
        <w:t>.</w:t>
      </w:r>
    </w:p>
    <w:p w14:paraId="00EE58BE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850449">
        <w:rPr>
          <w:rFonts w:ascii="Arial" w:eastAsiaTheme="minorEastAsia" w:hAnsi="Arial" w:cs="Arial"/>
          <w:bCs/>
          <w:color w:val="23262F"/>
          <w:spacing w:val="10"/>
          <w:w w:val="107"/>
          <w:sz w:val="20"/>
          <w:szCs w:val="20"/>
        </w:rPr>
        <w:t>4</w:t>
      </w:r>
      <w:r w:rsidRPr="00850449">
        <w:rPr>
          <w:rFonts w:ascii="Arial" w:eastAsiaTheme="minorEastAsia" w:hAnsi="Arial" w:cs="Arial"/>
          <w:b/>
          <w:bCs/>
          <w:color w:val="4F4F56"/>
          <w:w w:val="72"/>
          <w:sz w:val="20"/>
          <w:szCs w:val="20"/>
        </w:rPr>
        <w:t>.</w:t>
      </w:r>
      <w:r w:rsidRPr="00850449"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</w:t>
      </w:r>
      <w:r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     </w:t>
      </w:r>
      <w:r w:rsidRPr="00850449">
        <w:rPr>
          <w:rFonts w:ascii="Arial" w:eastAsiaTheme="minorEastAsia" w:hAnsi="Arial" w:cs="Arial"/>
          <w:b/>
          <w:bCs/>
          <w:color w:val="4F4F56"/>
          <w:sz w:val="6"/>
          <w:szCs w:val="6"/>
        </w:rPr>
        <w:t xml:space="preserve">  </w:t>
      </w:r>
      <w:r w:rsidRPr="00850449">
        <w:rPr>
          <w:rFonts w:ascii="Arial" w:eastAsiaTheme="minorEastAsia" w:hAnsi="Arial" w:cs="Arial"/>
          <w:b/>
          <w:bCs/>
          <w:color w:val="4F4F56"/>
          <w:spacing w:val="-22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23262F"/>
          <w:sz w:val="20"/>
          <w:szCs w:val="20"/>
        </w:rPr>
        <w:t>I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ncreased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replenishment</w:t>
      </w:r>
      <w:r w:rsidRPr="00CB7779">
        <w:rPr>
          <w:rFonts w:ascii="Arial" w:eastAsiaTheme="minorEastAsia" w:hAnsi="Arial" w:cs="Arial"/>
          <w:color w:val="23262F"/>
          <w:spacing w:val="2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of fresh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wate</w:t>
      </w:r>
      <w:r w:rsidRPr="00CB7779">
        <w:rPr>
          <w:rFonts w:ascii="Arial" w:eastAsiaTheme="minorEastAsia" w:hAnsi="Arial" w:cs="Arial"/>
          <w:color w:val="23262F"/>
          <w:spacing w:val="4"/>
          <w:sz w:val="20"/>
          <w:szCs w:val="20"/>
        </w:rPr>
        <w:t>r</w:t>
      </w:r>
      <w:r w:rsidRPr="00CB7779">
        <w:rPr>
          <w:rFonts w:ascii="Arial" w:eastAsiaTheme="minorEastAsia" w:hAnsi="Arial" w:cs="Arial"/>
          <w:color w:val="3F4146"/>
          <w:sz w:val="20"/>
          <w:szCs w:val="20"/>
        </w:rPr>
        <w:t>.</w:t>
      </w:r>
    </w:p>
    <w:p w14:paraId="52CF3177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28" w:lineRule="exact"/>
        <w:ind w:right="-20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>5</w:t>
      </w:r>
      <w:r w:rsidRPr="00850449">
        <w:rPr>
          <w:rFonts w:ascii="Arial" w:eastAsiaTheme="minorEastAsia" w:hAnsi="Arial" w:cs="Arial"/>
          <w:color w:val="646464"/>
          <w:sz w:val="20"/>
          <w:szCs w:val="20"/>
        </w:rPr>
        <w:t>.</w:t>
      </w:r>
      <w:r w:rsidRPr="00850449">
        <w:rPr>
          <w:rFonts w:ascii="Arial" w:eastAsiaTheme="minorEastAsia" w:hAnsi="Arial" w:cs="Arial"/>
          <w:color w:val="646464"/>
          <w:sz w:val="6"/>
          <w:szCs w:val="6"/>
        </w:rPr>
        <w:t xml:space="preserve"> </w:t>
      </w:r>
      <w:r>
        <w:rPr>
          <w:rFonts w:ascii="Arial" w:eastAsiaTheme="minorEastAsia" w:hAnsi="Arial" w:cs="Arial"/>
          <w:color w:val="646464"/>
          <w:sz w:val="6"/>
          <w:szCs w:val="6"/>
        </w:rPr>
        <w:t xml:space="preserve">      </w:t>
      </w:r>
      <w:r w:rsidRPr="00850449">
        <w:rPr>
          <w:rFonts w:ascii="Arial" w:eastAsiaTheme="minorEastAsia" w:hAnsi="Arial" w:cs="Arial"/>
          <w:color w:val="646464"/>
          <w:spacing w:val="5"/>
          <w:sz w:val="6"/>
          <w:szCs w:val="6"/>
        </w:rPr>
        <w:t xml:space="preserve"> </w:t>
      </w:r>
      <w:r w:rsidRPr="00850449">
        <w:rPr>
          <w:rFonts w:ascii="Arial" w:eastAsiaTheme="minorEastAsia" w:hAnsi="Arial" w:cs="Arial"/>
          <w:color w:val="23262F"/>
          <w:sz w:val="20"/>
          <w:szCs w:val="20"/>
        </w:rPr>
        <w:t>Increased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number</w:t>
      </w:r>
      <w:r w:rsidRPr="00CB7779">
        <w:rPr>
          <w:rFonts w:ascii="Arial" w:eastAsiaTheme="minorEastAsia" w:hAnsi="Arial" w:cs="Arial"/>
          <w:color w:val="23262F"/>
          <w:spacing w:val="2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or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duration</w:t>
      </w:r>
      <w:r w:rsidRPr="00CB7779">
        <w:rPr>
          <w:rFonts w:ascii="Arial" w:eastAsiaTheme="minorEastAsia" w:hAnsi="Arial" w:cs="Arial"/>
          <w:color w:val="23262F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of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shade</w:t>
      </w:r>
      <w:r w:rsidRPr="00CB7779">
        <w:rPr>
          <w:rFonts w:ascii="Arial" w:eastAsiaTheme="minorEastAsia" w:hAnsi="Arial" w:cs="Arial"/>
          <w:color w:val="23262F"/>
          <w:spacing w:val="1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break</w:t>
      </w:r>
      <w:r w:rsidRPr="00CB7779">
        <w:rPr>
          <w:rFonts w:ascii="Arial" w:eastAsiaTheme="minorEastAsia" w:hAnsi="Arial" w:cs="Arial"/>
          <w:color w:val="23262F"/>
          <w:spacing w:val="-2"/>
          <w:w w:val="101"/>
          <w:sz w:val="20"/>
          <w:szCs w:val="20"/>
        </w:rPr>
        <w:t>s</w:t>
      </w:r>
      <w:r w:rsidRPr="00CB7779">
        <w:rPr>
          <w:rFonts w:ascii="Arial" w:eastAsiaTheme="minorEastAsia" w:hAnsi="Arial" w:cs="Arial"/>
          <w:color w:val="3F4146"/>
          <w:w w:val="94"/>
          <w:sz w:val="20"/>
          <w:szCs w:val="20"/>
        </w:rPr>
        <w:t>.</w:t>
      </w:r>
    </w:p>
    <w:p w14:paraId="71A974CB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6" w:line="220" w:lineRule="exact"/>
        <w:rPr>
          <w:rFonts w:ascii="Arial" w:eastAsiaTheme="minorEastAsia" w:hAnsi="Arial" w:cs="Arial"/>
          <w:color w:val="000000"/>
        </w:rPr>
      </w:pPr>
    </w:p>
    <w:p w14:paraId="0CF2834A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line="248" w:lineRule="auto"/>
        <w:ind w:right="161"/>
        <w:rPr>
          <w:rFonts w:ascii="Arial" w:eastAsiaTheme="minorEastAsia" w:hAnsi="Arial" w:cs="Arial"/>
          <w:color w:val="000000"/>
          <w:sz w:val="20"/>
          <w:szCs w:val="20"/>
        </w:rPr>
      </w:pP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</w:t>
      </w:r>
      <w:r>
        <w:rPr>
          <w:rFonts w:ascii="Arial" w:eastAsiaTheme="minorEastAsia" w:hAnsi="Arial" w:cs="Arial"/>
          <w:color w:val="23262F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communicate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any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modifications</w:t>
      </w:r>
      <w:r w:rsidRPr="00CB7779">
        <w:rPr>
          <w:rFonts w:ascii="Arial" w:eastAsiaTheme="minorEastAsia" w:hAnsi="Arial" w:cs="Arial"/>
          <w:color w:val="23262F"/>
          <w:spacing w:val="8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account</w:t>
      </w:r>
      <w:r w:rsidRPr="00CB7779">
        <w:rPr>
          <w:rFonts w:ascii="Arial" w:eastAsiaTheme="minorEastAsia" w:hAnsi="Arial" w:cs="Arial"/>
          <w:color w:val="23262F"/>
          <w:spacing w:val="1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high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temperatures</w:t>
      </w:r>
      <w:r w:rsidRPr="00CB7779">
        <w:rPr>
          <w:rFonts w:ascii="Arial" w:eastAsiaTheme="minorEastAsia" w:hAnsi="Arial" w:cs="Arial"/>
          <w:color w:val="23262F"/>
          <w:spacing w:val="2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supervisor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23262F"/>
          <w:spacing w:val="1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post.</w:t>
      </w:r>
    </w:p>
    <w:p w14:paraId="4EA364F4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eastAsiaTheme="minorEastAsia" w:hAnsi="Arial" w:cs="Arial"/>
          <w:color w:val="000000"/>
          <w:sz w:val="24"/>
          <w:szCs w:val="24"/>
        </w:rPr>
      </w:pPr>
    </w:p>
    <w:p w14:paraId="6D64D1E2" w14:textId="77777777" w:rsidR="00195649" w:rsidRPr="00CB7779" w:rsidRDefault="00195649" w:rsidP="00195649">
      <w:pPr>
        <w:widowControl w:val="0"/>
        <w:autoSpaceDE w:val="0"/>
        <w:autoSpaceDN w:val="0"/>
        <w:adjustRightInd w:val="0"/>
        <w:ind w:right="-20"/>
        <w:rPr>
          <w:rFonts w:ascii="Arial" w:eastAsiaTheme="minorEastAsia" w:hAnsi="Arial" w:cs="Arial"/>
          <w:color w:val="000000"/>
          <w:sz w:val="19"/>
          <w:szCs w:val="19"/>
        </w:rPr>
      </w:pPr>
      <w:r w:rsidRPr="00CB7779">
        <w:rPr>
          <w:rFonts w:ascii="Arial" w:eastAsiaTheme="minorEastAsia" w:hAnsi="Arial" w:cs="Arial"/>
          <w:b/>
          <w:bCs/>
          <w:color w:val="3F4146"/>
          <w:sz w:val="19"/>
          <w:szCs w:val="19"/>
        </w:rPr>
        <w:t>VI</w:t>
      </w:r>
      <w:r w:rsidRPr="00CB7779">
        <w:rPr>
          <w:rFonts w:ascii="Arial" w:eastAsiaTheme="minorEastAsia" w:hAnsi="Arial" w:cs="Arial"/>
          <w:b/>
          <w:bCs/>
          <w:color w:val="3F4146"/>
          <w:spacing w:val="2"/>
          <w:sz w:val="19"/>
          <w:szCs w:val="19"/>
        </w:rPr>
        <w:t>I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I.</w:t>
      </w:r>
      <w:r w:rsidRPr="00CB7779">
        <w:rPr>
          <w:rFonts w:ascii="Arial" w:eastAsiaTheme="minorEastAsia" w:hAnsi="Arial" w:cs="Arial"/>
          <w:b/>
          <w:bCs/>
          <w:color w:val="23262F"/>
          <w:spacing w:val="24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S</w:t>
      </w:r>
      <w:r w:rsidRPr="00CB7779">
        <w:rPr>
          <w:rFonts w:ascii="Arial" w:eastAsiaTheme="minorEastAsia" w:hAnsi="Arial" w:cs="Arial"/>
          <w:b/>
          <w:bCs/>
          <w:color w:val="23262F"/>
          <w:spacing w:val="1"/>
          <w:sz w:val="19"/>
          <w:szCs w:val="19"/>
        </w:rPr>
        <w:t>i</w:t>
      </w:r>
      <w:r w:rsidRPr="00CB7779">
        <w:rPr>
          <w:rFonts w:ascii="Arial" w:eastAsiaTheme="minorEastAsia" w:hAnsi="Arial" w:cs="Arial"/>
          <w:b/>
          <w:bCs/>
          <w:color w:val="3F4146"/>
          <w:spacing w:val="-4"/>
          <w:sz w:val="19"/>
          <w:szCs w:val="19"/>
        </w:rPr>
        <w:t>t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e</w:t>
      </w:r>
      <w:r w:rsidRPr="00CB7779">
        <w:rPr>
          <w:rFonts w:ascii="Arial" w:eastAsiaTheme="minorEastAsia" w:hAnsi="Arial" w:cs="Arial"/>
          <w:b/>
          <w:bCs/>
          <w:color w:val="23262F"/>
          <w:spacing w:val="30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Specific</w:t>
      </w:r>
      <w:r w:rsidRPr="00CB7779">
        <w:rPr>
          <w:rFonts w:ascii="Arial" w:eastAsiaTheme="minorEastAsia" w:hAnsi="Arial" w:cs="Arial"/>
          <w:b/>
          <w:bCs/>
          <w:color w:val="23262F"/>
          <w:spacing w:val="47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sz w:val="19"/>
          <w:szCs w:val="19"/>
        </w:rPr>
        <w:t>Written</w:t>
      </w:r>
      <w:r w:rsidRPr="00CB7779">
        <w:rPr>
          <w:rFonts w:ascii="Arial" w:eastAsiaTheme="minorEastAsia" w:hAnsi="Arial" w:cs="Arial"/>
          <w:b/>
          <w:bCs/>
          <w:color w:val="23262F"/>
          <w:spacing w:val="45"/>
          <w:sz w:val="19"/>
          <w:szCs w:val="19"/>
        </w:rPr>
        <w:t xml:space="preserve"> </w:t>
      </w:r>
      <w:r w:rsidRPr="00CB7779">
        <w:rPr>
          <w:rFonts w:ascii="Arial" w:eastAsiaTheme="minorEastAsia" w:hAnsi="Arial" w:cs="Arial"/>
          <w:b/>
          <w:bCs/>
          <w:color w:val="23262F"/>
          <w:w w:val="107"/>
          <w:sz w:val="19"/>
          <w:szCs w:val="19"/>
        </w:rPr>
        <w:t>Procedures</w:t>
      </w:r>
    </w:p>
    <w:p w14:paraId="4FD4C4DC" w14:textId="77777777" w:rsidR="00195649" w:rsidRPr="00CB7779" w:rsidRDefault="00195649" w:rsidP="00195649">
      <w:pPr>
        <w:widowControl w:val="0"/>
        <w:autoSpaceDE w:val="0"/>
        <w:autoSpaceDN w:val="0"/>
        <w:adjustRightInd w:val="0"/>
        <w:spacing w:before="18" w:line="220" w:lineRule="exact"/>
        <w:rPr>
          <w:rFonts w:ascii="Arial" w:eastAsiaTheme="minorEastAsia" w:hAnsi="Arial" w:cs="Arial"/>
          <w:color w:val="000000"/>
        </w:rPr>
      </w:pPr>
    </w:p>
    <w:p w14:paraId="30910C35" w14:textId="77777777" w:rsidR="00E85611" w:rsidRPr="00432AA9" w:rsidRDefault="00195649" w:rsidP="00CB7E2C">
      <w:pPr>
        <w:widowControl w:val="0"/>
        <w:autoSpaceDE w:val="0"/>
        <w:autoSpaceDN w:val="0"/>
        <w:adjustRightInd w:val="0"/>
        <w:spacing w:line="245" w:lineRule="auto"/>
        <w:ind w:right="276"/>
      </w:pP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prepare</w:t>
      </w:r>
      <w:r w:rsidRPr="00CB7779">
        <w:rPr>
          <w:rFonts w:ascii="Arial" w:eastAsiaTheme="minorEastAsia" w:hAnsi="Arial" w:cs="Arial"/>
          <w:color w:val="23262F"/>
          <w:spacing w:val="2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site-specific</w:t>
      </w:r>
      <w:r w:rsidRPr="00CB7779">
        <w:rPr>
          <w:rFonts w:ascii="Arial" w:eastAsiaTheme="minorEastAsia" w:hAnsi="Arial" w:cs="Arial"/>
          <w:color w:val="23262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written</w:t>
      </w:r>
      <w:r w:rsidRPr="00CB7779">
        <w:rPr>
          <w:rFonts w:ascii="Arial" w:eastAsiaTheme="minorEastAsia" w:hAnsi="Arial" w:cs="Arial"/>
          <w:color w:val="23262F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procedures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each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outdoor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post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to</w:t>
      </w:r>
      <w:r w:rsidRPr="00CB7779">
        <w:rPr>
          <w:rFonts w:ascii="Arial" w:eastAsiaTheme="minorEastAsia" w:hAnsi="Arial" w:cs="Arial"/>
          <w:color w:val="23262F"/>
          <w:spacing w:val="7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which</w:t>
      </w:r>
      <w:r w:rsidRPr="00CB7779">
        <w:rPr>
          <w:rFonts w:ascii="Arial" w:eastAsiaTheme="minorEastAsia" w:hAnsi="Arial" w:cs="Arial"/>
          <w:color w:val="23262F"/>
          <w:spacing w:val="10"/>
          <w:sz w:val="20"/>
          <w:szCs w:val="20"/>
        </w:rPr>
        <w:t xml:space="preserve"> </w:t>
      </w:r>
      <w:r>
        <w:rPr>
          <w:rFonts w:ascii="Arial" w:eastAsiaTheme="minorEastAsia" w:hAnsi="Arial" w:cs="Arial"/>
          <w:color w:val="23262F"/>
          <w:w w:val="102"/>
          <w:sz w:val="20"/>
          <w:szCs w:val="20"/>
        </w:rPr>
        <w:t>North American Security And Investigations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employees</w:t>
      </w:r>
      <w:r w:rsidRPr="00CB7779">
        <w:rPr>
          <w:rFonts w:ascii="Arial" w:eastAsiaTheme="minorEastAsia" w:hAnsi="Arial" w:cs="Arial"/>
          <w:color w:val="23262F"/>
          <w:spacing w:val="1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and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supervisors</w:t>
      </w:r>
      <w:r w:rsidRPr="00CB7779">
        <w:rPr>
          <w:rFonts w:ascii="Arial" w:eastAsiaTheme="minorEastAsia" w:hAnsi="Arial" w:cs="Arial"/>
          <w:color w:val="23262F"/>
          <w:spacing w:val="3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are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assigned.</w:t>
      </w:r>
      <w:r w:rsidRPr="00CB7779">
        <w:rPr>
          <w:rFonts w:ascii="Arial" w:eastAsiaTheme="minorEastAsia" w:hAnsi="Arial" w:cs="Arial"/>
          <w:color w:val="23262F"/>
          <w:spacing w:val="1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RSO</w:t>
      </w:r>
      <w:r w:rsidRPr="00CB7779">
        <w:rPr>
          <w:rFonts w:ascii="Arial" w:eastAsiaTheme="minorEastAsia" w:hAnsi="Arial" w:cs="Arial"/>
          <w:color w:val="23262F"/>
          <w:spacing w:val="-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will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use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the</w:t>
      </w:r>
      <w:r w:rsidRPr="00CB7779">
        <w:rPr>
          <w:rFonts w:ascii="Arial" w:eastAsiaTheme="minorEastAsia" w:hAnsi="Arial" w:cs="Arial"/>
          <w:color w:val="23262F"/>
          <w:spacing w:val="4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F4146"/>
          <w:spacing w:val="4"/>
          <w:sz w:val="20"/>
          <w:szCs w:val="20"/>
        </w:rPr>
        <w:t>"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Site</w:t>
      </w:r>
      <w:r w:rsidRPr="00CB7779">
        <w:rPr>
          <w:rFonts w:ascii="Arial" w:eastAsiaTheme="minorEastAsia" w:hAnsi="Arial" w:cs="Arial"/>
          <w:color w:val="23262F"/>
          <w:spacing w:val="9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Specific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2"/>
          <w:sz w:val="20"/>
          <w:szCs w:val="20"/>
        </w:rPr>
        <w:t xml:space="preserve">Written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Procedures"</w:t>
      </w:r>
      <w:r w:rsidRPr="00CB7779">
        <w:rPr>
          <w:rFonts w:ascii="Arial" w:eastAsiaTheme="minorEastAsia" w:hAnsi="Arial" w:cs="Arial"/>
          <w:color w:val="23262F"/>
          <w:spacing w:val="1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form</w:t>
      </w:r>
      <w:r w:rsidRPr="00CB7779">
        <w:rPr>
          <w:rFonts w:ascii="Arial" w:eastAsiaTheme="minorEastAsia" w:hAnsi="Arial" w:cs="Arial"/>
          <w:color w:val="23262F"/>
          <w:spacing w:val="5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attached</w:t>
      </w:r>
      <w:r w:rsidRPr="00CB7779">
        <w:rPr>
          <w:rFonts w:ascii="Arial" w:eastAsiaTheme="minorEastAsia" w:hAnsi="Arial" w:cs="Arial"/>
          <w:color w:val="23262F"/>
          <w:spacing w:val="1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as</w:t>
      </w:r>
      <w:r w:rsidRPr="00CB7779">
        <w:rPr>
          <w:rFonts w:ascii="Arial" w:eastAsiaTheme="minorEastAsia" w:hAnsi="Arial" w:cs="Arial"/>
          <w:color w:val="23262F"/>
          <w:spacing w:val="-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Exhibit</w:t>
      </w:r>
      <w:r w:rsidRPr="00CB7779">
        <w:rPr>
          <w:rFonts w:ascii="Arial" w:eastAsiaTheme="minorEastAsia" w:hAnsi="Arial" w:cs="Arial"/>
          <w:color w:val="23262F"/>
          <w:spacing w:val="6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"B"</w:t>
      </w:r>
      <w:r w:rsidRPr="00CB7779">
        <w:rPr>
          <w:rFonts w:ascii="Arial" w:eastAsiaTheme="minorEastAsia" w:hAnsi="Arial" w:cs="Arial"/>
          <w:color w:val="23262F"/>
          <w:spacing w:val="2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3F4146"/>
          <w:spacing w:val="1"/>
          <w:sz w:val="20"/>
          <w:szCs w:val="20"/>
        </w:rPr>
        <w:t>t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o</w:t>
      </w:r>
      <w:r w:rsidRPr="00CB7779">
        <w:rPr>
          <w:rFonts w:ascii="Arial" w:eastAsiaTheme="minorEastAsia" w:hAnsi="Arial" w:cs="Arial"/>
          <w:color w:val="23262F"/>
          <w:spacing w:val="3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sz w:val="20"/>
          <w:szCs w:val="20"/>
        </w:rPr>
        <w:t>this</w:t>
      </w:r>
      <w:r w:rsidRPr="00CB7779">
        <w:rPr>
          <w:rFonts w:ascii="Arial" w:eastAsiaTheme="minorEastAsia" w:hAnsi="Arial" w:cs="Arial"/>
          <w:color w:val="23262F"/>
          <w:spacing w:val="1"/>
          <w:sz w:val="20"/>
          <w:szCs w:val="20"/>
        </w:rPr>
        <w:t xml:space="preserve"> </w:t>
      </w:r>
      <w:r w:rsidRPr="00CB7779">
        <w:rPr>
          <w:rFonts w:ascii="Arial" w:eastAsiaTheme="minorEastAsia" w:hAnsi="Arial" w:cs="Arial"/>
          <w:color w:val="23262F"/>
          <w:w w:val="101"/>
          <w:sz w:val="20"/>
          <w:szCs w:val="20"/>
        </w:rPr>
        <w:t>HIPP.</w:t>
      </w:r>
    </w:p>
    <w:sectPr w:rsidR="00E85611" w:rsidRPr="00432AA9" w:rsidSect="00E36A9F">
      <w:footerReference w:type="default" r:id="rId7"/>
      <w:head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21B54" w14:textId="77777777" w:rsidR="00A769ED" w:rsidRDefault="00A769ED" w:rsidP="00891206">
      <w:r>
        <w:separator/>
      </w:r>
    </w:p>
  </w:endnote>
  <w:endnote w:type="continuationSeparator" w:id="0">
    <w:p w14:paraId="0086B0E1" w14:textId="77777777" w:rsidR="00A769ED" w:rsidRDefault="00A769ED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75D85" w14:textId="77777777" w:rsidR="000C115C" w:rsidRDefault="000C115C">
    <w:pPr>
      <w:pStyle w:val="Footer"/>
    </w:pPr>
  </w:p>
  <w:p w14:paraId="492B7B20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EA68E" w14:textId="77777777" w:rsidR="00A769ED" w:rsidRDefault="00A769ED" w:rsidP="00891206">
      <w:r>
        <w:separator/>
      </w:r>
    </w:p>
  </w:footnote>
  <w:footnote w:type="continuationSeparator" w:id="0">
    <w:p w14:paraId="16E634E6" w14:textId="77777777" w:rsidR="00A769ED" w:rsidRDefault="00A769ED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E716C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07C235C6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26F807BE" wp14:editId="144DD64C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C115C"/>
    <w:rsid w:val="000E1299"/>
    <w:rsid w:val="00173318"/>
    <w:rsid w:val="001775FF"/>
    <w:rsid w:val="00195649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33E9"/>
    <w:rsid w:val="002E4707"/>
    <w:rsid w:val="003241F7"/>
    <w:rsid w:val="00327E20"/>
    <w:rsid w:val="00361C67"/>
    <w:rsid w:val="003A5DFF"/>
    <w:rsid w:val="004170A4"/>
    <w:rsid w:val="00432AA9"/>
    <w:rsid w:val="004B4615"/>
    <w:rsid w:val="004C6146"/>
    <w:rsid w:val="004E4DDB"/>
    <w:rsid w:val="004F70DD"/>
    <w:rsid w:val="005363B3"/>
    <w:rsid w:val="00583420"/>
    <w:rsid w:val="005A30D2"/>
    <w:rsid w:val="006C4B74"/>
    <w:rsid w:val="00737FC5"/>
    <w:rsid w:val="007854A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6FFD"/>
    <w:rsid w:val="0093565D"/>
    <w:rsid w:val="00955049"/>
    <w:rsid w:val="009B1B0D"/>
    <w:rsid w:val="009D48FF"/>
    <w:rsid w:val="00A1188A"/>
    <w:rsid w:val="00A33FFE"/>
    <w:rsid w:val="00A44B6C"/>
    <w:rsid w:val="00A74BDA"/>
    <w:rsid w:val="00A7621F"/>
    <w:rsid w:val="00A769ED"/>
    <w:rsid w:val="00AC071C"/>
    <w:rsid w:val="00AC784C"/>
    <w:rsid w:val="00AE5DC4"/>
    <w:rsid w:val="00B65259"/>
    <w:rsid w:val="00B81799"/>
    <w:rsid w:val="00B84A6A"/>
    <w:rsid w:val="00BB5772"/>
    <w:rsid w:val="00BB7521"/>
    <w:rsid w:val="00BC00F4"/>
    <w:rsid w:val="00BC7909"/>
    <w:rsid w:val="00BF4D4D"/>
    <w:rsid w:val="00C04E45"/>
    <w:rsid w:val="00C32FD0"/>
    <w:rsid w:val="00C676C8"/>
    <w:rsid w:val="00CA3964"/>
    <w:rsid w:val="00CB7E2C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6D6"/>
    <w:rsid w:val="00ED0C2B"/>
    <w:rsid w:val="00EE35CE"/>
    <w:rsid w:val="00F13070"/>
    <w:rsid w:val="00F35A01"/>
    <w:rsid w:val="00F8404B"/>
    <w:rsid w:val="00FA5C5D"/>
    <w:rsid w:val="00FA6826"/>
    <w:rsid w:val="00FF5A4E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F2170"/>
  <w15:docId w15:val="{AA533BCB-2412-49E2-B400-CC064C1F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39871-89DC-4F40-AFCC-E0B7C4CE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0</TotalTime>
  <Pages>7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21523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2016-06-01T22:59:00Z</cp:lastPrinted>
  <dcterms:created xsi:type="dcterms:W3CDTF">2020-03-26T17:10:00Z</dcterms:created>
  <dcterms:modified xsi:type="dcterms:W3CDTF">2020-03-26T17:10:00Z</dcterms:modified>
</cp:coreProperties>
</file>